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758" w:type="dxa"/>
        <w:tblLook w:val="04A0" w:firstRow="1" w:lastRow="0" w:firstColumn="1" w:lastColumn="0" w:noHBand="0" w:noVBand="1"/>
      </w:tblPr>
      <w:tblGrid>
        <w:gridCol w:w="9322"/>
        <w:gridCol w:w="1436"/>
      </w:tblGrid>
      <w:tr w:rsidR="006A18FC" w:rsidTr="001A06E2">
        <w:trPr>
          <w:trHeight w:val="679"/>
        </w:trPr>
        <w:tc>
          <w:tcPr>
            <w:tcW w:w="9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bookmarkStart w:id="0" w:name="_GoBack"/>
          <w:bookmarkEnd w:id="0"/>
          <w:p w:rsidR="006A18FC" w:rsidRDefault="006A18FC" w:rsidP="00280E9C">
            <w:pPr>
              <w:spacing w:before="240"/>
            </w:pPr>
            <w:r w:rsidRPr="00280E9C">
              <w:rPr>
                <w:noProof/>
                <w:sz w:val="28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 wp14:anchorId="7B1BB5EC" wp14:editId="711F1C89">
                      <wp:simplePos x="0" y="0"/>
                      <wp:positionH relativeFrom="column">
                        <wp:posOffset>576987</wp:posOffset>
                      </wp:positionH>
                      <wp:positionV relativeFrom="paragraph">
                        <wp:posOffset>62837</wp:posOffset>
                      </wp:positionV>
                      <wp:extent cx="4728949" cy="349885"/>
                      <wp:effectExtent l="0" t="0" r="14605" b="12065"/>
                      <wp:wrapNone/>
                      <wp:docPr id="14" name="Group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4728949" cy="349885"/>
                                <a:chOff x="1134" y="9234"/>
                                <a:chExt cx="1870" cy="540"/>
                              </a:xfrm>
                            </wpg:grpSpPr>
                            <wps:wsp>
                              <wps:cNvPr id="15" name="Rectangle 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23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Rectangle 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41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Rectangle 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59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569A9FD" id="Group 6" o:spid="_x0000_s1026" style="position:absolute;margin-left:45.45pt;margin-top:4.95pt;width:372.35pt;height:27.55pt;z-index:251655168" coordorigin="1134,9234" coordsize="187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">
                      <o:lock v:ext="edit" aspectratio="t"/>
                      <v:rect id="Rectangle 7" o:spid="_x0000_s1027" style="position:absolute;left:1134;top:923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O4GwQAAANsAAAAPAAAAZHJzL2Rvd25yZXYueG1sRE9Ni8Iw&#10;EL0L/ocwwt401WVl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IrY7gbBAAAA2wAAAA8AAAAA&#10;AAAAAAAAAAAABwIAAGRycy9kb3ducmV2LnhtbFBLBQYAAAAAAwADALcAAAD1AgAAAAA=&#10;">
                        <o:lock v:ext="edit" aspectratio="t"/>
                      </v:rect>
                      <v:rect id="Rectangle 8" o:spid="_x0000_s1028" style="position:absolute;left:1134;top:941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" fillcolor="silver">
                        <o:lock v:ext="edit" aspectratio="t"/>
                      </v:rect>
                      <v:rect id="Rectangle 9" o:spid="_x0000_s1029" style="position:absolute;left:1134;top:959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">
                        <o:lock v:ext="edit" aspectratio="t"/>
                      </v:rect>
                    </v:group>
                  </w:pict>
                </mc:Fallback>
              </mc:AlternateContent>
            </w:r>
            <w:r w:rsidRPr="00280E9C">
              <w:rPr>
                <w:rFonts w:ascii="Bayernfine" w:hAnsi="Bayernfine"/>
                <w:sz w:val="28"/>
              </w:rPr>
              <w:t>Name</w:t>
            </w:r>
            <w:r>
              <w:rPr>
                <w:rFonts w:ascii="Bayernfine" w:hAnsi="Bayernfine"/>
              </w:rPr>
              <w:t xml:space="preserve">: 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18FC" w:rsidRDefault="006A18FC">
            <w:r w:rsidRPr="00E55AB7">
              <w:rPr>
                <w:rFonts w:ascii="Bayerndruck-n" w:hAnsi="Bayerndruck-n"/>
                <w:noProof/>
                <w:sz w:val="40"/>
                <w:lang w:eastAsia="de-DE"/>
              </w:rPr>
              <w:drawing>
                <wp:anchor distT="0" distB="0" distL="114300" distR="114300" simplePos="0" relativeHeight="251654144" behindDoc="0" locked="0" layoutInCell="1" allowOverlap="1" wp14:anchorId="5196B312" wp14:editId="1D60AAC2">
                  <wp:simplePos x="0" y="0"/>
                  <wp:positionH relativeFrom="column">
                    <wp:posOffset>133858</wp:posOffset>
                  </wp:positionH>
                  <wp:positionV relativeFrom="paragraph">
                    <wp:posOffset>28500</wp:posOffset>
                  </wp:positionV>
                  <wp:extent cx="590823" cy="369290"/>
                  <wp:effectExtent l="0" t="0" r="0" b="0"/>
                  <wp:wrapNone/>
                  <wp:docPr id="2" name="Grafik 4" descr="Les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es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774" cy="403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80E9C" w:rsidTr="0082782E">
        <w:trPr>
          <w:trHeight w:val="14290"/>
        </w:trPr>
        <w:tc>
          <w:tcPr>
            <w:tcW w:w="107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0E9C" w:rsidRPr="006A18FC" w:rsidRDefault="00782329" w:rsidP="00782329">
            <w:pPr>
              <w:jc w:val="right"/>
              <w:rPr>
                <w:rFonts w:ascii="Bayernfine" w:hAnsi="Bayernfine"/>
                <w:sz w:val="28"/>
              </w:rPr>
            </w:pPr>
            <w:r w:rsidRPr="00797791">
              <w:rPr>
                <w:rFonts w:ascii="Bayernfine" w:hAnsi="Bayernfine"/>
                <w:noProof/>
                <w:sz w:val="28"/>
                <w:lang w:eastAsia="de-DE"/>
              </w:rPr>
              <w:drawing>
                <wp:anchor distT="0" distB="0" distL="114300" distR="114300" simplePos="0" relativeHeight="251659264" behindDoc="0" locked="0" layoutInCell="1" allowOverlap="1" wp14:anchorId="39BAE7E7" wp14:editId="525F4A8E">
                  <wp:simplePos x="0" y="0"/>
                  <wp:positionH relativeFrom="column">
                    <wp:posOffset>4924893</wp:posOffset>
                  </wp:positionH>
                  <wp:positionV relativeFrom="paragraph">
                    <wp:posOffset>30839</wp:posOffset>
                  </wp:positionV>
                  <wp:extent cx="1236075" cy="1423358"/>
                  <wp:effectExtent l="0" t="0" r="2540" b="5715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6075" cy="1423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D5E32">
              <w:rPr>
                <w:rFonts w:ascii="Bayernfine" w:hAnsi="Bayernfine"/>
                <w:sz w:val="28"/>
              </w:rPr>
              <w:t>3</w:t>
            </w:r>
          </w:p>
          <w:p w:rsidR="006A18FC" w:rsidRDefault="006A18FC">
            <w:pPr>
              <w:rPr>
                <w:rFonts w:ascii="Bayernfine" w:hAnsi="Bayernfine"/>
                <w:sz w:val="28"/>
              </w:rPr>
            </w:pPr>
          </w:p>
          <w:p w:rsidR="006A18FC" w:rsidRPr="00782329" w:rsidRDefault="00782329" w:rsidP="00782329">
            <w:pPr>
              <w:jc w:val="center"/>
              <w:rPr>
                <w:rFonts w:ascii="Bayernfine" w:hAnsi="Bayernfine"/>
                <w:b/>
                <w:sz w:val="28"/>
                <w:szCs w:val="28"/>
              </w:rPr>
            </w:pPr>
            <w:bookmarkStart w:id="1" w:name="_Hlk482856329"/>
            <w:bookmarkEnd w:id="1"/>
            <w:r w:rsidRPr="00782329">
              <w:rPr>
                <w:rFonts w:ascii="Bayernfine" w:hAnsi="Bayernfine"/>
                <w:b/>
                <w:sz w:val="28"/>
                <w:szCs w:val="28"/>
              </w:rPr>
              <w:t xml:space="preserve"> „Die mutige Maus“</w:t>
            </w:r>
          </w:p>
          <w:p w:rsidR="00782329" w:rsidRPr="00782329" w:rsidRDefault="00782329" w:rsidP="00782329">
            <w:pPr>
              <w:jc w:val="center"/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b/>
                <w:sz w:val="28"/>
                <w:szCs w:val="28"/>
              </w:rPr>
              <w:t>Du kennst dich aus!</w:t>
            </w:r>
            <w:r w:rsidRPr="00782329">
              <w:rPr>
                <w:rFonts w:ascii="Bayernfine" w:hAnsi="Bayernfine"/>
                <w:sz w:val="28"/>
                <w:szCs w:val="28"/>
              </w:rPr>
              <w:t xml:space="preserve"> </w:t>
            </w:r>
            <w:r w:rsidRPr="00782329">
              <w:rPr>
                <w:rFonts w:ascii="Bayernfine" w:hAnsi="Bayernfine"/>
                <w:noProof/>
                <w:sz w:val="28"/>
                <w:szCs w:val="28"/>
                <w:lang w:eastAsia="de-DE"/>
              </w:rPr>
              <w:drawing>
                <wp:inline distT="0" distB="0" distL="0" distR="0" wp14:anchorId="0AA2910C" wp14:editId="19A31E60">
                  <wp:extent cx="282875" cy="282875"/>
                  <wp:effectExtent l="19050" t="0" r="2875" b="0"/>
                  <wp:docPr id="3" name="Bild 2" descr="C:\Program Files (x86)\Picto Selector\png\ARASAAC Symbol Set\228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Picto Selector\png\ARASAAC Symbol Set\228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031" cy="2830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2329" w:rsidRDefault="00782329" w:rsidP="00782329">
            <w:pPr>
              <w:jc w:val="center"/>
              <w:rPr>
                <w:rFonts w:ascii="Bayernfine" w:hAnsi="Bayernfine"/>
                <w:sz w:val="28"/>
                <w:szCs w:val="28"/>
              </w:rPr>
            </w:pPr>
          </w:p>
          <w:p w:rsidR="00782329" w:rsidRPr="00782329" w:rsidRDefault="00782329" w:rsidP="00782329">
            <w:pPr>
              <w:pStyle w:val="Listenabsatz"/>
              <w:numPr>
                <w:ilvl w:val="0"/>
                <w:numId w:val="1"/>
              </w:numPr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sz w:val="28"/>
                <w:szCs w:val="28"/>
              </w:rPr>
              <w:t>Richtig oder falsch?</w:t>
            </w:r>
          </w:p>
          <w:p w:rsidR="00782329" w:rsidRDefault="00782329" w:rsidP="00782329">
            <w:pPr>
              <w:pStyle w:val="Listenabsatz"/>
              <w:rPr>
                <w:rFonts w:ascii="Bayernfine" w:hAnsi="Bayernfine"/>
                <w:b/>
                <w:sz w:val="28"/>
                <w:szCs w:val="28"/>
              </w:rPr>
            </w:pP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8771"/>
              <w:gridCol w:w="1736"/>
            </w:tblGrid>
            <w:tr w:rsidR="001D5E32" w:rsidTr="001D5E32">
              <w:trPr>
                <w:trHeight w:val="477"/>
              </w:trPr>
              <w:tc>
                <w:tcPr>
                  <w:tcW w:w="8771" w:type="dxa"/>
                </w:tcPr>
                <w:p w:rsidR="001D5E32" w:rsidRPr="001D5E32" w:rsidRDefault="001D5E32" w:rsidP="001D5E32">
                  <w:pPr>
                    <w:spacing w:before="40" w:after="40"/>
                    <w:rPr>
                      <w:rFonts w:ascii="Bayernfine" w:hAnsi="Bayernfine"/>
                      <w:sz w:val="28"/>
                      <w:szCs w:val="26"/>
                    </w:rPr>
                  </w:pPr>
                  <w:r w:rsidRPr="001D5E32">
                    <w:rPr>
                      <w:rFonts w:ascii="Bayernfine" w:hAnsi="Bayernfine"/>
                      <w:sz w:val="28"/>
                      <w:szCs w:val="26"/>
                    </w:rPr>
                    <w:t>Die Maus taucht durch den ganzen See.</w:t>
                  </w:r>
                </w:p>
              </w:tc>
              <w:tc>
                <w:tcPr>
                  <w:tcW w:w="1736" w:type="dxa"/>
                </w:tcPr>
                <w:p w:rsidR="001D5E32" w:rsidRDefault="001D5E32" w:rsidP="001D5E32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11E8923F" wp14:editId="223F2659">
                        <wp:extent cx="633745" cy="297712"/>
                        <wp:effectExtent l="0" t="0" r="0" b="7620"/>
                        <wp:docPr id="46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D5E32" w:rsidTr="001D5E32">
              <w:trPr>
                <w:trHeight w:val="477"/>
              </w:trPr>
              <w:tc>
                <w:tcPr>
                  <w:tcW w:w="8771" w:type="dxa"/>
                </w:tcPr>
                <w:p w:rsidR="001D5E32" w:rsidRPr="001D5E32" w:rsidRDefault="001D5E32" w:rsidP="001D5E32">
                  <w:pPr>
                    <w:spacing w:before="40" w:after="40"/>
                    <w:rPr>
                      <w:rFonts w:ascii="Bayernfine" w:hAnsi="Bayernfine"/>
                      <w:sz w:val="28"/>
                      <w:szCs w:val="26"/>
                    </w:rPr>
                  </w:pPr>
                  <w:r w:rsidRPr="001D5E32">
                    <w:rPr>
                      <w:rFonts w:ascii="Bayernfine" w:hAnsi="Bayernfine"/>
                      <w:sz w:val="28"/>
                      <w:szCs w:val="26"/>
                    </w:rPr>
                    <w:t>Die Schnecke findet das überhaupt nicht mutig.</w:t>
                  </w:r>
                </w:p>
              </w:tc>
              <w:tc>
                <w:tcPr>
                  <w:tcW w:w="1736" w:type="dxa"/>
                </w:tcPr>
                <w:p w:rsidR="001D5E32" w:rsidRDefault="001D5E32" w:rsidP="001D5E32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6BAEE54B" wp14:editId="2F9F5A98">
                        <wp:extent cx="633745" cy="297712"/>
                        <wp:effectExtent l="0" t="0" r="0" b="7620"/>
                        <wp:docPr id="13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D5E32" w:rsidTr="001D5E32">
              <w:trPr>
                <w:trHeight w:val="724"/>
              </w:trPr>
              <w:tc>
                <w:tcPr>
                  <w:tcW w:w="8771" w:type="dxa"/>
                </w:tcPr>
                <w:p w:rsidR="001D5E32" w:rsidRPr="001D5E32" w:rsidRDefault="001D5E32" w:rsidP="001D5E32">
                  <w:pPr>
                    <w:spacing w:before="40" w:after="40"/>
                    <w:rPr>
                      <w:rFonts w:ascii="Bayernfine" w:hAnsi="Bayernfine"/>
                      <w:sz w:val="28"/>
                      <w:szCs w:val="26"/>
                    </w:rPr>
                  </w:pPr>
                  <w:r w:rsidRPr="001D5E32">
                    <w:rPr>
                      <w:rFonts w:ascii="Bayernfine" w:hAnsi="Bayernfine"/>
                      <w:sz w:val="28"/>
                      <w:szCs w:val="26"/>
                    </w:rPr>
                    <w:t>Der Frosch ist enttäuscht. Er taucht jeden Tag zum Spaß. Tauchen ist nicht mutig.</w:t>
                  </w:r>
                </w:p>
              </w:tc>
              <w:tc>
                <w:tcPr>
                  <w:tcW w:w="1736" w:type="dxa"/>
                </w:tcPr>
                <w:p w:rsidR="001D5E32" w:rsidRDefault="001D5E32" w:rsidP="001D5E32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0F6345E0" wp14:editId="6E7C4EE1">
                        <wp:extent cx="633745" cy="297712"/>
                        <wp:effectExtent l="0" t="0" r="0" b="7620"/>
                        <wp:docPr id="7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D5E32" w:rsidTr="001D5E32">
              <w:trPr>
                <w:trHeight w:val="724"/>
              </w:trPr>
              <w:tc>
                <w:tcPr>
                  <w:tcW w:w="8771" w:type="dxa"/>
                </w:tcPr>
                <w:p w:rsidR="001D5E32" w:rsidRPr="001D5E32" w:rsidRDefault="001D5E32" w:rsidP="001D5E32">
                  <w:pPr>
                    <w:spacing w:before="40" w:after="40"/>
                    <w:rPr>
                      <w:rFonts w:ascii="Bayernfine" w:hAnsi="Bayernfine"/>
                      <w:sz w:val="28"/>
                      <w:szCs w:val="26"/>
                    </w:rPr>
                  </w:pPr>
                  <w:r w:rsidRPr="001D5E32">
                    <w:rPr>
                      <w:rFonts w:ascii="Bayernfine" w:hAnsi="Bayernfine"/>
                      <w:sz w:val="28"/>
                      <w:szCs w:val="26"/>
                    </w:rPr>
                    <w:t>Die Maus ist beleidigt und ruft: „Ich bin ein Frosch. Ich kann auch tauchen wie ein Frosch.“</w:t>
                  </w:r>
                </w:p>
              </w:tc>
              <w:tc>
                <w:tcPr>
                  <w:tcW w:w="1736" w:type="dxa"/>
                </w:tcPr>
                <w:p w:rsidR="001D5E32" w:rsidRDefault="001D5E32" w:rsidP="001D5E32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31EB09E5" wp14:editId="20E76F49">
                        <wp:extent cx="633745" cy="297712"/>
                        <wp:effectExtent l="0" t="0" r="0" b="7620"/>
                        <wp:docPr id="8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D5E32" w:rsidTr="001D5E32">
              <w:trPr>
                <w:trHeight w:val="477"/>
              </w:trPr>
              <w:tc>
                <w:tcPr>
                  <w:tcW w:w="8771" w:type="dxa"/>
                </w:tcPr>
                <w:p w:rsidR="001D5E32" w:rsidRPr="001D5E32" w:rsidRDefault="001D5E32" w:rsidP="001D5E32">
                  <w:pPr>
                    <w:spacing w:before="40" w:after="40"/>
                    <w:rPr>
                      <w:rFonts w:ascii="Bayernfine" w:hAnsi="Bayernfine"/>
                      <w:sz w:val="28"/>
                      <w:szCs w:val="26"/>
                    </w:rPr>
                  </w:pPr>
                  <w:r w:rsidRPr="001D5E32">
                    <w:rPr>
                      <w:rFonts w:ascii="Bayernfine" w:hAnsi="Bayernfine"/>
                      <w:sz w:val="28"/>
                      <w:szCs w:val="26"/>
                    </w:rPr>
                    <w:t>Die Maus holt tief Luft und springt in den See.</w:t>
                  </w:r>
                </w:p>
              </w:tc>
              <w:tc>
                <w:tcPr>
                  <w:tcW w:w="1736" w:type="dxa"/>
                </w:tcPr>
                <w:p w:rsidR="001D5E32" w:rsidRDefault="001D5E32" w:rsidP="001D5E32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69A4F5DE" wp14:editId="7879483F">
                        <wp:extent cx="633745" cy="297712"/>
                        <wp:effectExtent l="0" t="0" r="0" b="7620"/>
                        <wp:docPr id="18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D5E32" w:rsidTr="001D5E32">
              <w:trPr>
                <w:trHeight w:val="477"/>
              </w:trPr>
              <w:tc>
                <w:tcPr>
                  <w:tcW w:w="8771" w:type="dxa"/>
                </w:tcPr>
                <w:p w:rsidR="001D5E32" w:rsidRPr="001D5E32" w:rsidRDefault="001D5E32" w:rsidP="001D5E32">
                  <w:pPr>
                    <w:spacing w:before="40" w:after="40"/>
                    <w:rPr>
                      <w:rFonts w:ascii="Bayernfine" w:hAnsi="Bayernfine"/>
                      <w:sz w:val="28"/>
                      <w:szCs w:val="26"/>
                    </w:rPr>
                  </w:pPr>
                  <w:r w:rsidRPr="001D5E32">
                    <w:rPr>
                      <w:rFonts w:ascii="Bayernfine" w:hAnsi="Bayernfine"/>
                      <w:sz w:val="28"/>
                      <w:szCs w:val="26"/>
                    </w:rPr>
                    <w:t>Endlich ist die Maus wieder da. Geschafft.</w:t>
                  </w:r>
                </w:p>
              </w:tc>
              <w:tc>
                <w:tcPr>
                  <w:tcW w:w="1736" w:type="dxa"/>
                </w:tcPr>
                <w:p w:rsidR="001D5E32" w:rsidRDefault="001D5E32" w:rsidP="001D5E32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5FD589BA" wp14:editId="1E1193B1">
                        <wp:extent cx="633745" cy="297712"/>
                        <wp:effectExtent l="0" t="0" r="0" b="7620"/>
                        <wp:docPr id="10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D5E32" w:rsidTr="001D5E32">
              <w:trPr>
                <w:trHeight w:val="477"/>
              </w:trPr>
              <w:tc>
                <w:tcPr>
                  <w:tcW w:w="8771" w:type="dxa"/>
                </w:tcPr>
                <w:p w:rsidR="001D5E32" w:rsidRPr="001D5E32" w:rsidRDefault="001D5E32" w:rsidP="001D5E32">
                  <w:pPr>
                    <w:spacing w:before="40" w:after="40"/>
                    <w:rPr>
                      <w:rFonts w:ascii="Bayernfine" w:hAnsi="Bayernfine"/>
                      <w:sz w:val="28"/>
                      <w:szCs w:val="26"/>
                    </w:rPr>
                  </w:pPr>
                  <w:r w:rsidRPr="001D5E32">
                    <w:rPr>
                      <w:rFonts w:ascii="Bayernfine" w:hAnsi="Bayernfine"/>
                      <w:sz w:val="28"/>
                      <w:szCs w:val="26"/>
                    </w:rPr>
                    <w:t>Der Spatz gratuliert der Maus: „Mutig, mutig.“</w:t>
                  </w:r>
                </w:p>
              </w:tc>
              <w:tc>
                <w:tcPr>
                  <w:tcW w:w="1736" w:type="dxa"/>
                </w:tcPr>
                <w:p w:rsidR="001D5E32" w:rsidRDefault="001D5E32" w:rsidP="001D5E32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235BAF17" wp14:editId="0F58CB44">
                        <wp:extent cx="633745" cy="297712"/>
                        <wp:effectExtent l="0" t="0" r="0" b="7620"/>
                        <wp:docPr id="11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D5E32" w:rsidTr="001D5E32">
              <w:trPr>
                <w:trHeight w:val="477"/>
              </w:trPr>
              <w:tc>
                <w:tcPr>
                  <w:tcW w:w="8771" w:type="dxa"/>
                </w:tcPr>
                <w:p w:rsidR="001D5E32" w:rsidRPr="001D5E32" w:rsidRDefault="001D5E32" w:rsidP="001D5E32">
                  <w:pPr>
                    <w:spacing w:before="40" w:after="40"/>
                    <w:rPr>
                      <w:rFonts w:ascii="Bayernfine" w:hAnsi="Bayernfine"/>
                      <w:sz w:val="28"/>
                      <w:szCs w:val="26"/>
                    </w:rPr>
                  </w:pPr>
                  <w:r w:rsidRPr="001D5E32">
                    <w:rPr>
                      <w:rFonts w:ascii="Bayernfine" w:hAnsi="Bayernfine"/>
                      <w:sz w:val="28"/>
                      <w:szCs w:val="26"/>
                    </w:rPr>
                    <w:t>Alle Tiere finden die Maus sehr mutig.</w:t>
                  </w:r>
                </w:p>
              </w:tc>
              <w:tc>
                <w:tcPr>
                  <w:tcW w:w="1736" w:type="dxa"/>
                </w:tcPr>
                <w:p w:rsidR="001D5E32" w:rsidRDefault="001D5E32" w:rsidP="001D5E32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5C7AB53C" wp14:editId="6A87AE37">
                        <wp:extent cx="633745" cy="297712"/>
                        <wp:effectExtent l="0" t="0" r="0" b="7620"/>
                        <wp:docPr id="12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82329" w:rsidRPr="00782329" w:rsidRDefault="00782329" w:rsidP="00782329">
            <w:pPr>
              <w:rPr>
                <w:rFonts w:ascii="Bayernfine" w:hAnsi="Bayernfine"/>
                <w:sz w:val="28"/>
                <w:szCs w:val="28"/>
              </w:rPr>
            </w:pPr>
          </w:p>
          <w:p w:rsidR="00782329" w:rsidRPr="00782329" w:rsidRDefault="001D5E32" w:rsidP="00782329">
            <w:pPr>
              <w:pStyle w:val="Listenabsatz"/>
              <w:numPr>
                <w:ilvl w:val="0"/>
                <w:numId w:val="1"/>
              </w:numPr>
              <w:rPr>
                <w:rFonts w:ascii="Bayernfine" w:hAnsi="Bayernfine"/>
                <w:sz w:val="28"/>
                <w:szCs w:val="28"/>
              </w:rPr>
            </w:pPr>
            <w:r>
              <w:rPr>
                <w:rFonts w:ascii="Bayernfine" w:hAnsi="Bayernfine"/>
                <w:b/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2630589</wp:posOffset>
                      </wp:positionH>
                      <wp:positionV relativeFrom="paragraph">
                        <wp:posOffset>197952</wp:posOffset>
                      </wp:positionV>
                      <wp:extent cx="3010619" cy="1449238"/>
                      <wp:effectExtent l="0" t="0" r="0" b="0"/>
                      <wp:wrapNone/>
                      <wp:docPr id="5" name="Textfeld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0619" cy="144923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ellenraster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63"/>
                                    <w:gridCol w:w="1134"/>
                                  </w:tblGrid>
                                  <w:tr w:rsidR="00475F23" w:rsidTr="00E82F04">
                                    <w:trPr>
                                      <w:trHeight w:val="500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475F23" w:rsidRDefault="00475F23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  <w: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  <w:t>beleidigt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</w:tcPr>
                                      <w:p w:rsidR="00475F23" w:rsidRDefault="00475F23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75F23" w:rsidTr="00E82F04">
                                    <w:trPr>
                                      <w:trHeight w:val="521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475F23" w:rsidRDefault="00475F23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  <w: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  <w:t>prustet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</w:tcPr>
                                      <w:p w:rsidR="00475F23" w:rsidRDefault="00475F23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75F23" w:rsidTr="00E82F04">
                                    <w:trPr>
                                      <w:trHeight w:val="500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475F23" w:rsidRDefault="00475F23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  <w: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  <w:t>Fühler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</w:tcPr>
                                      <w:p w:rsidR="00475F23" w:rsidRDefault="00475F23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1D5E32" w:rsidTr="00E82F04">
                                    <w:trPr>
                                      <w:trHeight w:val="500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1D5E32" w:rsidRDefault="001D5E32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  <w: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  <w:t>japst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</w:tcPr>
                                      <w:p w:rsidR="001D5E32" w:rsidRDefault="001D5E32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475F23" w:rsidRDefault="00475F2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5" o:spid="_x0000_s1026" type="#_x0000_t202" style="position:absolute;left:0;text-align:left;margin-left:207.15pt;margin-top:15.6pt;width:237.05pt;height:114.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" fillcolor="white [3201]" stroked="f" strokeweight=".5pt">
                      <v:textbo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3"/>
                              <w:gridCol w:w="1134"/>
                            </w:tblGrid>
                            <w:tr w:rsidR="00475F23" w:rsidTr="00E82F04">
                              <w:trPr>
                                <w:trHeight w:val="500"/>
                              </w:trPr>
                              <w:tc>
                                <w:tcPr>
                                  <w:tcW w:w="2263" w:type="dxa"/>
                                </w:tcPr>
                                <w:p w:rsidR="00475F23" w:rsidRDefault="00475F23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  <w:t>beleidigt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475F23" w:rsidRDefault="00475F23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475F23" w:rsidTr="00E82F04">
                              <w:trPr>
                                <w:trHeight w:val="521"/>
                              </w:trPr>
                              <w:tc>
                                <w:tcPr>
                                  <w:tcW w:w="2263" w:type="dxa"/>
                                </w:tcPr>
                                <w:p w:rsidR="00475F23" w:rsidRDefault="00475F23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  <w:t>prustet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475F23" w:rsidRDefault="00475F23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475F23" w:rsidTr="00E82F04">
                              <w:trPr>
                                <w:trHeight w:val="500"/>
                              </w:trPr>
                              <w:tc>
                                <w:tcPr>
                                  <w:tcW w:w="2263" w:type="dxa"/>
                                </w:tcPr>
                                <w:p w:rsidR="00475F23" w:rsidRDefault="00475F23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  <w:t>Fühler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475F23" w:rsidRDefault="00475F23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D5E32" w:rsidTr="00E82F04">
                              <w:trPr>
                                <w:trHeight w:val="500"/>
                              </w:trPr>
                              <w:tc>
                                <w:tcPr>
                                  <w:tcW w:w="2263" w:type="dxa"/>
                                </w:tcPr>
                                <w:p w:rsidR="001D5E32" w:rsidRDefault="001D5E32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  <w:t>japst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1D5E32" w:rsidRDefault="001D5E32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75F23" w:rsidRDefault="00475F23"/>
                        </w:txbxContent>
                      </v:textbox>
                    </v:shape>
                  </w:pict>
                </mc:Fallback>
              </mc:AlternateContent>
            </w:r>
            <w:r w:rsidR="00782329" w:rsidRPr="00782329">
              <w:rPr>
                <w:rFonts w:ascii="Bayernfine" w:hAnsi="Bayernfine"/>
                <w:sz w:val="28"/>
                <w:szCs w:val="28"/>
              </w:rPr>
              <w:t>Finde das Wort in der richtigen Zeile.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2263"/>
              <w:gridCol w:w="1134"/>
            </w:tblGrid>
            <w:tr w:rsidR="00475F23" w:rsidTr="00E82F04">
              <w:trPr>
                <w:trHeight w:val="500"/>
              </w:trPr>
              <w:tc>
                <w:tcPr>
                  <w:tcW w:w="2263" w:type="dxa"/>
                </w:tcPr>
                <w:p w:rsidR="00475F23" w:rsidRDefault="00475F23" w:rsidP="00475F23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>
                    <w:rPr>
                      <w:rFonts w:ascii="Bayernfine" w:hAnsi="Bayernfine"/>
                      <w:sz w:val="26"/>
                      <w:szCs w:val="26"/>
                    </w:rPr>
                    <w:t>Ufer</w:t>
                  </w:r>
                </w:p>
              </w:tc>
              <w:tc>
                <w:tcPr>
                  <w:tcW w:w="1134" w:type="dxa"/>
                </w:tcPr>
                <w:p w:rsidR="00475F23" w:rsidRDefault="00475F23" w:rsidP="00475F23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</w:p>
              </w:tc>
            </w:tr>
            <w:tr w:rsidR="00475F23" w:rsidTr="00E82F04">
              <w:trPr>
                <w:trHeight w:val="521"/>
              </w:trPr>
              <w:tc>
                <w:tcPr>
                  <w:tcW w:w="2263" w:type="dxa"/>
                </w:tcPr>
                <w:p w:rsidR="00475F23" w:rsidRDefault="00475F23" w:rsidP="00475F23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>
                    <w:rPr>
                      <w:rFonts w:ascii="Bayernfine" w:hAnsi="Bayernfine"/>
                      <w:sz w:val="26"/>
                      <w:szCs w:val="26"/>
                    </w:rPr>
                    <w:t>enttäuscht</w:t>
                  </w:r>
                </w:p>
              </w:tc>
              <w:tc>
                <w:tcPr>
                  <w:tcW w:w="1134" w:type="dxa"/>
                </w:tcPr>
                <w:p w:rsidR="00475F23" w:rsidRDefault="00475F23" w:rsidP="00475F23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</w:p>
              </w:tc>
            </w:tr>
            <w:tr w:rsidR="00475F23" w:rsidTr="00E82F04">
              <w:trPr>
                <w:trHeight w:val="500"/>
              </w:trPr>
              <w:tc>
                <w:tcPr>
                  <w:tcW w:w="2263" w:type="dxa"/>
                </w:tcPr>
                <w:p w:rsidR="00475F23" w:rsidRDefault="00475F23" w:rsidP="00475F23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>
                    <w:rPr>
                      <w:rFonts w:ascii="Bayernfine" w:hAnsi="Bayernfine"/>
                      <w:sz w:val="26"/>
                      <w:szCs w:val="26"/>
                    </w:rPr>
                    <w:t>tief</w:t>
                  </w:r>
                </w:p>
              </w:tc>
              <w:tc>
                <w:tcPr>
                  <w:tcW w:w="1134" w:type="dxa"/>
                </w:tcPr>
                <w:p w:rsidR="00475F23" w:rsidRDefault="00475F23" w:rsidP="00475F23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</w:p>
              </w:tc>
            </w:tr>
            <w:tr w:rsidR="001D5E32" w:rsidTr="00E82F04">
              <w:trPr>
                <w:trHeight w:val="500"/>
              </w:trPr>
              <w:tc>
                <w:tcPr>
                  <w:tcW w:w="2263" w:type="dxa"/>
                </w:tcPr>
                <w:p w:rsidR="001D5E32" w:rsidRDefault="001D5E32" w:rsidP="00475F23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>
                    <w:rPr>
                      <w:rFonts w:ascii="Bayernfine" w:hAnsi="Bayernfine"/>
                      <w:sz w:val="26"/>
                      <w:szCs w:val="26"/>
                    </w:rPr>
                    <w:t>bereit</w:t>
                  </w:r>
                </w:p>
              </w:tc>
              <w:tc>
                <w:tcPr>
                  <w:tcW w:w="1134" w:type="dxa"/>
                </w:tcPr>
                <w:p w:rsidR="001D5E32" w:rsidRDefault="001D5E32" w:rsidP="00475F23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</w:p>
              </w:tc>
            </w:tr>
          </w:tbl>
          <w:p w:rsidR="00782329" w:rsidRPr="00782329" w:rsidRDefault="00782329" w:rsidP="00782329">
            <w:pPr>
              <w:pStyle w:val="Listenabsatz"/>
              <w:rPr>
                <w:rFonts w:ascii="Bayernfine" w:hAnsi="Bayernfine"/>
                <w:b/>
                <w:sz w:val="28"/>
                <w:szCs w:val="28"/>
              </w:rPr>
            </w:pPr>
          </w:p>
          <w:p w:rsidR="00782329" w:rsidRPr="00782329" w:rsidRDefault="00782329" w:rsidP="00782329">
            <w:pPr>
              <w:pStyle w:val="Listenabsatz"/>
              <w:numPr>
                <w:ilvl w:val="0"/>
                <w:numId w:val="1"/>
              </w:numPr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sz w:val="28"/>
                <w:szCs w:val="28"/>
              </w:rPr>
              <w:t>Warum ist die Mut</w:t>
            </w:r>
            <w:r w:rsidRPr="00782329">
              <w:rPr>
                <w:rFonts w:ascii="Bayernfine" w:hAnsi="Bayernfine"/>
                <w:color w:val="808080" w:themeColor="background1" w:themeShade="80"/>
                <w:sz w:val="28"/>
                <w:szCs w:val="28"/>
              </w:rPr>
              <w:t>pro</w:t>
            </w:r>
            <w:r w:rsidRPr="00782329">
              <w:rPr>
                <w:rFonts w:ascii="Bayernfine" w:hAnsi="Bayernfine"/>
                <w:sz w:val="28"/>
                <w:szCs w:val="28"/>
              </w:rPr>
              <w:t>be für die Maus be</w:t>
            </w:r>
            <w:r w:rsidRPr="00782329">
              <w:rPr>
                <w:rFonts w:ascii="Bayernfine" w:hAnsi="Bayernfine"/>
                <w:color w:val="808080" w:themeColor="background1" w:themeShade="80"/>
                <w:sz w:val="28"/>
                <w:szCs w:val="28"/>
              </w:rPr>
              <w:t>son</w:t>
            </w:r>
            <w:r w:rsidRPr="00782329">
              <w:rPr>
                <w:rFonts w:ascii="Bayernfine" w:hAnsi="Bayernfine"/>
                <w:sz w:val="28"/>
                <w:szCs w:val="28"/>
              </w:rPr>
              <w:t>ders mutig?</w:t>
            </w:r>
          </w:p>
          <w:p w:rsidR="00782329" w:rsidRDefault="00782329" w:rsidP="00782329">
            <w:pPr>
              <w:jc w:val="center"/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103050</wp:posOffset>
                  </wp:positionH>
                  <wp:positionV relativeFrom="paragraph">
                    <wp:posOffset>58803</wp:posOffset>
                  </wp:positionV>
                  <wp:extent cx="6418195" cy="540385"/>
                  <wp:effectExtent l="0" t="0" r="1905" b="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819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A18FC" w:rsidRDefault="006A18FC">
            <w:pPr>
              <w:rPr>
                <w:rFonts w:ascii="Bayernfine" w:hAnsi="Bayernfine"/>
                <w:sz w:val="28"/>
              </w:rPr>
            </w:pPr>
          </w:p>
          <w:p w:rsidR="006A18FC" w:rsidRDefault="006A18FC">
            <w:pPr>
              <w:rPr>
                <w:rFonts w:ascii="Bayernfine" w:hAnsi="Bayernfine"/>
                <w:sz w:val="28"/>
              </w:rPr>
            </w:pPr>
          </w:p>
          <w:p w:rsidR="006A18FC" w:rsidRDefault="00782329">
            <w:pPr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111281</wp:posOffset>
                  </wp:positionH>
                  <wp:positionV relativeFrom="paragraph">
                    <wp:posOffset>11451</wp:posOffset>
                  </wp:positionV>
                  <wp:extent cx="6418195" cy="540385"/>
                  <wp:effectExtent l="0" t="0" r="1905" b="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819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A18FC" w:rsidRDefault="006A18FC">
            <w:pPr>
              <w:rPr>
                <w:rFonts w:ascii="Bayernfine" w:hAnsi="Bayernfine"/>
                <w:sz w:val="28"/>
              </w:rPr>
            </w:pPr>
          </w:p>
          <w:p w:rsidR="00782329" w:rsidRDefault="00782329">
            <w:pPr>
              <w:rPr>
                <w:rFonts w:ascii="Bayernfine" w:hAnsi="Bayernfine"/>
                <w:sz w:val="28"/>
              </w:rPr>
            </w:pPr>
          </w:p>
          <w:p w:rsidR="00782329" w:rsidRPr="00782329" w:rsidRDefault="00782329" w:rsidP="00782329">
            <w:pPr>
              <w:pStyle w:val="Listenabsatz"/>
              <w:numPr>
                <w:ilvl w:val="0"/>
                <w:numId w:val="1"/>
              </w:numPr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w:drawing>
                <wp:anchor distT="0" distB="0" distL="114300" distR="114300" simplePos="0" relativeHeight="251658240" behindDoc="0" locked="0" layoutInCell="1" allowOverlap="1" wp14:anchorId="5BFAA448" wp14:editId="397D3C1F">
                  <wp:simplePos x="0" y="0"/>
                  <wp:positionH relativeFrom="column">
                    <wp:posOffset>163303</wp:posOffset>
                  </wp:positionH>
                  <wp:positionV relativeFrom="paragraph">
                    <wp:posOffset>330583</wp:posOffset>
                  </wp:positionV>
                  <wp:extent cx="6305801" cy="540364"/>
                  <wp:effectExtent l="0" t="0" r="0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5801" cy="540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>
              <w:rPr>
                <w:rFonts w:ascii="Bayernfine" w:hAnsi="Bayernfine"/>
                <w:sz w:val="28"/>
              </w:rPr>
              <w:t>In welcher Zeile steht das?</w:t>
            </w:r>
            <w:r w:rsidR="00284E7E">
              <w:rPr>
                <w:noProof/>
                <w:lang w:eastAsia="de-DE"/>
              </w:rPr>
              <w:t xml:space="preserve"> </w:t>
            </w:r>
          </w:p>
        </w:tc>
      </w:tr>
    </w:tbl>
    <w:p w:rsidR="00FA5777" w:rsidRDefault="00FA5777"/>
    <w:tbl>
      <w:tblPr>
        <w:tblStyle w:val="Tabellenraster"/>
        <w:tblW w:w="10758" w:type="dxa"/>
        <w:tblLook w:val="04A0" w:firstRow="1" w:lastRow="0" w:firstColumn="1" w:lastColumn="0" w:noHBand="0" w:noVBand="1"/>
      </w:tblPr>
      <w:tblGrid>
        <w:gridCol w:w="9354"/>
        <w:gridCol w:w="1507"/>
      </w:tblGrid>
      <w:tr w:rsidR="00284E7E" w:rsidTr="002E1C2F">
        <w:trPr>
          <w:trHeight w:val="679"/>
        </w:trPr>
        <w:tc>
          <w:tcPr>
            <w:tcW w:w="9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4E7E" w:rsidRDefault="00284E7E" w:rsidP="002E1C2F">
            <w:pPr>
              <w:spacing w:before="240"/>
            </w:pPr>
            <w:r w:rsidRPr="00280E9C">
              <w:rPr>
                <w:noProof/>
                <w:sz w:val="28"/>
                <w:lang w:eastAsia="de-DE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1F248CC5" wp14:editId="58391A70">
                      <wp:simplePos x="0" y="0"/>
                      <wp:positionH relativeFrom="column">
                        <wp:posOffset>576987</wp:posOffset>
                      </wp:positionH>
                      <wp:positionV relativeFrom="paragraph">
                        <wp:posOffset>62837</wp:posOffset>
                      </wp:positionV>
                      <wp:extent cx="4728949" cy="349885"/>
                      <wp:effectExtent l="0" t="0" r="14605" b="12065"/>
                      <wp:wrapNone/>
                      <wp:docPr id="19" name="Group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4728949" cy="349885"/>
                                <a:chOff x="1134" y="9234"/>
                                <a:chExt cx="1870" cy="540"/>
                              </a:xfrm>
                            </wpg:grpSpPr>
                            <wps:wsp>
                              <wps:cNvPr id="20" name="Rectangle 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23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Rectangle 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41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Rectangle 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59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4C81030A" id="Group 6" o:spid="_x0000_s1026" style="position:absolute;margin-left:45.45pt;margin-top:4.95pt;width:372.35pt;height:27.55pt;z-index:251665408" coordorigin="1134,9234" coordsize="187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">
                      <o:lock v:ext="edit" aspectratio="t"/>
                      <v:rect id="Rectangle 7" o:spid="_x0000_s1027" style="position:absolute;left:1134;top:923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4cj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">
                        <o:lock v:ext="edit" aspectratio="t"/>
                      </v:rect>
                      <v:rect id="Rectangle 8" o:spid="_x0000_s1028" style="position:absolute;left:1134;top:941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" fillcolor="silver">
                        <o:lock v:ext="edit" aspectratio="t"/>
                      </v:rect>
                      <v:rect id="Rectangle 9" o:spid="_x0000_s1029" style="position:absolute;left:1134;top:959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">
                        <o:lock v:ext="edit" aspectratio="t"/>
                      </v:rect>
                    </v:group>
                  </w:pict>
                </mc:Fallback>
              </mc:AlternateContent>
            </w:r>
            <w:r w:rsidRPr="00280E9C">
              <w:rPr>
                <w:rFonts w:ascii="Bayernfine" w:hAnsi="Bayernfine"/>
                <w:sz w:val="28"/>
              </w:rPr>
              <w:t>Name</w:t>
            </w:r>
            <w:r>
              <w:rPr>
                <w:rFonts w:ascii="Bayernfine" w:hAnsi="Bayernfine"/>
              </w:rPr>
              <w:t xml:space="preserve">: 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4E7E" w:rsidRDefault="00284E7E" w:rsidP="002E1C2F">
            <w:r w:rsidRPr="00E55AB7">
              <w:rPr>
                <w:rFonts w:ascii="Bayerndruck-n" w:hAnsi="Bayerndruck-n"/>
                <w:noProof/>
                <w:sz w:val="40"/>
                <w:lang w:eastAsia="de-DE"/>
              </w:rPr>
              <w:drawing>
                <wp:anchor distT="0" distB="0" distL="114300" distR="114300" simplePos="0" relativeHeight="251664384" behindDoc="0" locked="0" layoutInCell="1" allowOverlap="1" wp14:anchorId="21B80F5C" wp14:editId="2D31F9A4">
                  <wp:simplePos x="0" y="0"/>
                  <wp:positionH relativeFrom="column">
                    <wp:posOffset>133858</wp:posOffset>
                  </wp:positionH>
                  <wp:positionV relativeFrom="paragraph">
                    <wp:posOffset>28500</wp:posOffset>
                  </wp:positionV>
                  <wp:extent cx="590823" cy="369290"/>
                  <wp:effectExtent l="0" t="0" r="0" b="0"/>
                  <wp:wrapNone/>
                  <wp:docPr id="24" name="Grafik 4" descr="Les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es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774" cy="403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84E7E" w:rsidTr="002E1C2F">
        <w:trPr>
          <w:trHeight w:val="14290"/>
        </w:trPr>
        <w:tc>
          <w:tcPr>
            <w:tcW w:w="107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4E7E" w:rsidRPr="006A18FC" w:rsidRDefault="00284E7E" w:rsidP="002E1C2F">
            <w:pPr>
              <w:jc w:val="right"/>
              <w:rPr>
                <w:rFonts w:ascii="Bayernfine" w:hAnsi="Bayernfine"/>
                <w:sz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2336" behindDoc="0" locked="0" layoutInCell="1" allowOverlap="1" wp14:anchorId="314C90B2" wp14:editId="6157D17B">
                  <wp:simplePos x="0" y="0"/>
                  <wp:positionH relativeFrom="column">
                    <wp:posOffset>4691788</wp:posOffset>
                  </wp:positionH>
                  <wp:positionV relativeFrom="paragraph">
                    <wp:posOffset>196530</wp:posOffset>
                  </wp:positionV>
                  <wp:extent cx="2025965" cy="1380166"/>
                  <wp:effectExtent l="0" t="0" r="0" b="0"/>
                  <wp:wrapNone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698" cy="1388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Bayernfine" w:hAnsi="Bayernfine"/>
                <w:sz w:val="28"/>
              </w:rPr>
              <w:t>3</w:t>
            </w:r>
          </w:p>
          <w:p w:rsidR="00284E7E" w:rsidRDefault="00284E7E" w:rsidP="002E1C2F">
            <w:pPr>
              <w:rPr>
                <w:rFonts w:ascii="Bayernfine" w:hAnsi="Bayernfine"/>
                <w:sz w:val="28"/>
              </w:rPr>
            </w:pPr>
          </w:p>
          <w:p w:rsidR="00284E7E" w:rsidRPr="00782329" w:rsidRDefault="00284E7E" w:rsidP="002E1C2F">
            <w:pPr>
              <w:jc w:val="center"/>
              <w:rPr>
                <w:rFonts w:ascii="Bayernfine" w:hAnsi="Bayernfine"/>
                <w:b/>
                <w:sz w:val="28"/>
                <w:szCs w:val="28"/>
              </w:rPr>
            </w:pPr>
            <w:r w:rsidRPr="00782329">
              <w:rPr>
                <w:rFonts w:ascii="Bayernfine" w:hAnsi="Bayernfine"/>
                <w:b/>
                <w:sz w:val="28"/>
                <w:szCs w:val="28"/>
              </w:rPr>
              <w:t xml:space="preserve"> „</w:t>
            </w:r>
            <w:r>
              <w:rPr>
                <w:rFonts w:ascii="Bayernfine" w:hAnsi="Bayernfine"/>
                <w:b/>
                <w:sz w:val="28"/>
                <w:szCs w:val="28"/>
              </w:rPr>
              <w:t>Der</w:t>
            </w:r>
            <w:r w:rsidRPr="00782329">
              <w:rPr>
                <w:rFonts w:ascii="Bayernfine" w:hAnsi="Bayernfine"/>
                <w:b/>
                <w:sz w:val="28"/>
                <w:szCs w:val="28"/>
              </w:rPr>
              <w:t xml:space="preserve"> mutige </w:t>
            </w:r>
            <w:r>
              <w:rPr>
                <w:rFonts w:ascii="Bayernfine" w:hAnsi="Bayernfine"/>
                <w:b/>
                <w:sz w:val="28"/>
                <w:szCs w:val="28"/>
              </w:rPr>
              <w:t>Frosch</w:t>
            </w:r>
            <w:r w:rsidRPr="00782329">
              <w:rPr>
                <w:rFonts w:ascii="Bayernfine" w:hAnsi="Bayernfine"/>
                <w:b/>
                <w:sz w:val="28"/>
                <w:szCs w:val="28"/>
              </w:rPr>
              <w:t>“</w:t>
            </w:r>
          </w:p>
          <w:p w:rsidR="00284E7E" w:rsidRPr="00782329" w:rsidRDefault="00284E7E" w:rsidP="002E1C2F">
            <w:pPr>
              <w:jc w:val="center"/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b/>
                <w:sz w:val="28"/>
                <w:szCs w:val="28"/>
              </w:rPr>
              <w:t>Du kennst dich aus!</w:t>
            </w:r>
            <w:r w:rsidRPr="00782329">
              <w:rPr>
                <w:rFonts w:ascii="Bayernfine" w:hAnsi="Bayernfine"/>
                <w:sz w:val="28"/>
                <w:szCs w:val="28"/>
              </w:rPr>
              <w:t xml:space="preserve"> </w:t>
            </w:r>
            <w:r w:rsidRPr="00782329">
              <w:rPr>
                <w:rFonts w:ascii="Bayernfine" w:hAnsi="Bayernfine"/>
                <w:noProof/>
                <w:sz w:val="28"/>
                <w:szCs w:val="28"/>
                <w:lang w:eastAsia="de-DE"/>
              </w:rPr>
              <w:drawing>
                <wp:inline distT="0" distB="0" distL="0" distR="0" wp14:anchorId="6AE55586" wp14:editId="7B0EF14F">
                  <wp:extent cx="282875" cy="282875"/>
                  <wp:effectExtent l="19050" t="0" r="2875" b="0"/>
                  <wp:docPr id="26" name="Bild 2" descr="C:\Program Files (x86)\Picto Selector\png\ARASAAC Symbol Set\228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Picto Selector\png\ARASAAC Symbol Set\228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031" cy="2830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4E7E" w:rsidRDefault="00284E7E" w:rsidP="002E1C2F">
            <w:pPr>
              <w:jc w:val="center"/>
              <w:rPr>
                <w:rFonts w:ascii="Bayernfine" w:hAnsi="Bayernfine"/>
                <w:sz w:val="28"/>
                <w:szCs w:val="28"/>
              </w:rPr>
            </w:pPr>
          </w:p>
          <w:p w:rsidR="00284E7E" w:rsidRPr="00782329" w:rsidRDefault="00284E7E" w:rsidP="00284E7E">
            <w:pPr>
              <w:pStyle w:val="Listenabsatz"/>
              <w:numPr>
                <w:ilvl w:val="0"/>
                <w:numId w:val="2"/>
              </w:numPr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sz w:val="28"/>
                <w:szCs w:val="28"/>
              </w:rPr>
              <w:t>Richtig oder falsch?</w:t>
            </w:r>
          </w:p>
          <w:p w:rsidR="00284E7E" w:rsidRDefault="00284E7E" w:rsidP="002E1C2F">
            <w:pPr>
              <w:pStyle w:val="Listenabsatz"/>
              <w:rPr>
                <w:rFonts w:ascii="Bayernfine" w:hAnsi="Bayernfine"/>
                <w:b/>
                <w:sz w:val="28"/>
                <w:szCs w:val="28"/>
              </w:rPr>
            </w:pPr>
          </w:p>
          <w:tbl>
            <w:tblPr>
              <w:tblStyle w:val="Tabellenraster"/>
              <w:tblW w:w="10635" w:type="dxa"/>
              <w:tblLook w:val="04A0" w:firstRow="1" w:lastRow="0" w:firstColumn="1" w:lastColumn="0" w:noHBand="0" w:noVBand="1"/>
            </w:tblPr>
            <w:tblGrid>
              <w:gridCol w:w="8878"/>
              <w:gridCol w:w="1757"/>
            </w:tblGrid>
            <w:tr w:rsidR="00284E7E" w:rsidTr="00284E7E">
              <w:trPr>
                <w:trHeight w:val="482"/>
              </w:trPr>
              <w:tc>
                <w:tcPr>
                  <w:tcW w:w="8878" w:type="dxa"/>
                </w:tcPr>
                <w:p w:rsidR="00284E7E" w:rsidRPr="00284E7E" w:rsidRDefault="00284E7E" w:rsidP="00284E7E">
                  <w:pPr>
                    <w:spacing w:before="40" w:after="40"/>
                    <w:rPr>
                      <w:rFonts w:ascii="Bayernfine" w:hAnsi="Bayernfine"/>
                      <w:sz w:val="28"/>
                      <w:szCs w:val="26"/>
                    </w:rPr>
                  </w:pPr>
                  <w:r w:rsidRPr="00284E7E">
                    <w:rPr>
                      <w:rFonts w:ascii="Bayernfine" w:hAnsi="Bayernfine"/>
                      <w:sz w:val="28"/>
                      <w:szCs w:val="26"/>
                    </w:rPr>
                    <w:t>Der Frosch will eine Seerose fressen.</w:t>
                  </w:r>
                </w:p>
              </w:tc>
              <w:tc>
                <w:tcPr>
                  <w:tcW w:w="1757" w:type="dxa"/>
                </w:tcPr>
                <w:p w:rsidR="00284E7E" w:rsidRDefault="00284E7E" w:rsidP="00284E7E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70934750" wp14:editId="5D23B4DB">
                        <wp:extent cx="633745" cy="297712"/>
                        <wp:effectExtent l="0" t="0" r="0" b="7620"/>
                        <wp:docPr id="40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84E7E" w:rsidTr="00284E7E">
              <w:trPr>
                <w:trHeight w:val="534"/>
              </w:trPr>
              <w:tc>
                <w:tcPr>
                  <w:tcW w:w="8878" w:type="dxa"/>
                </w:tcPr>
                <w:p w:rsidR="00284E7E" w:rsidRPr="00284E7E" w:rsidRDefault="00284E7E" w:rsidP="00284E7E">
                  <w:pPr>
                    <w:spacing w:before="40" w:after="40"/>
                    <w:rPr>
                      <w:rFonts w:ascii="Bayernfine" w:hAnsi="Bayernfine"/>
                      <w:sz w:val="28"/>
                      <w:szCs w:val="26"/>
                    </w:rPr>
                  </w:pPr>
                  <w:r w:rsidRPr="00284E7E">
                    <w:rPr>
                      <w:rFonts w:ascii="Bayernfine" w:hAnsi="Bayernfine"/>
                      <w:sz w:val="28"/>
                      <w:szCs w:val="26"/>
                    </w:rPr>
                    <w:t>Die Schnecke findet das überhaupt nicht mutig.</w:t>
                  </w:r>
                </w:p>
              </w:tc>
              <w:tc>
                <w:tcPr>
                  <w:tcW w:w="1757" w:type="dxa"/>
                </w:tcPr>
                <w:p w:rsidR="00284E7E" w:rsidRDefault="00284E7E" w:rsidP="00284E7E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3DDE2BDF" wp14:editId="0F45DC96">
                        <wp:extent cx="633745" cy="297712"/>
                        <wp:effectExtent l="0" t="0" r="0" b="7620"/>
                        <wp:docPr id="41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84E7E" w:rsidTr="00284E7E">
              <w:trPr>
                <w:trHeight w:val="770"/>
              </w:trPr>
              <w:tc>
                <w:tcPr>
                  <w:tcW w:w="8878" w:type="dxa"/>
                </w:tcPr>
                <w:p w:rsidR="00284E7E" w:rsidRPr="00284E7E" w:rsidRDefault="00284E7E" w:rsidP="00284E7E">
                  <w:pPr>
                    <w:spacing w:before="40" w:after="40"/>
                    <w:rPr>
                      <w:rFonts w:ascii="Bayernfine" w:hAnsi="Bayernfine"/>
                      <w:sz w:val="28"/>
                      <w:szCs w:val="26"/>
                    </w:rPr>
                  </w:pPr>
                  <w:r w:rsidRPr="00284E7E">
                    <w:rPr>
                      <w:rFonts w:ascii="Bayernfine" w:hAnsi="Bayernfine"/>
                      <w:sz w:val="28"/>
                      <w:szCs w:val="26"/>
                    </w:rPr>
                    <w:t>Die Schnecke frisst jeden Tag Grünzeug. Das ist nicht mutig. Die Schnecke ist enttäuscht.</w:t>
                  </w:r>
                </w:p>
              </w:tc>
              <w:tc>
                <w:tcPr>
                  <w:tcW w:w="1757" w:type="dxa"/>
                </w:tcPr>
                <w:p w:rsidR="00284E7E" w:rsidRDefault="00284E7E" w:rsidP="00284E7E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062C206A" wp14:editId="65E445A4">
                        <wp:extent cx="633745" cy="297712"/>
                        <wp:effectExtent l="0" t="0" r="0" b="7620"/>
                        <wp:docPr id="42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84E7E" w:rsidTr="00284E7E">
              <w:trPr>
                <w:trHeight w:val="770"/>
              </w:trPr>
              <w:tc>
                <w:tcPr>
                  <w:tcW w:w="8878" w:type="dxa"/>
                </w:tcPr>
                <w:p w:rsidR="00284E7E" w:rsidRPr="00284E7E" w:rsidRDefault="00284E7E" w:rsidP="00284E7E">
                  <w:pPr>
                    <w:spacing w:before="40" w:after="40"/>
                    <w:rPr>
                      <w:rFonts w:ascii="Bayernfine" w:hAnsi="Bayernfine"/>
                      <w:sz w:val="28"/>
                      <w:szCs w:val="26"/>
                    </w:rPr>
                  </w:pPr>
                  <w:r w:rsidRPr="00284E7E">
                    <w:rPr>
                      <w:rFonts w:ascii="Bayernfine" w:hAnsi="Bayernfine"/>
                      <w:sz w:val="28"/>
                      <w:szCs w:val="26"/>
                    </w:rPr>
                    <w:t>Der Frosch ist nicht beleidigt und ruft: „Für einen Frosch ist das total mutig.“</w:t>
                  </w:r>
                </w:p>
              </w:tc>
              <w:tc>
                <w:tcPr>
                  <w:tcW w:w="1757" w:type="dxa"/>
                </w:tcPr>
                <w:p w:rsidR="00284E7E" w:rsidRDefault="00284E7E" w:rsidP="00284E7E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01509B32" wp14:editId="0C5E6EE3">
                        <wp:extent cx="633745" cy="297712"/>
                        <wp:effectExtent l="0" t="0" r="0" b="7620"/>
                        <wp:docPr id="43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84E7E" w:rsidTr="00284E7E">
              <w:trPr>
                <w:trHeight w:val="770"/>
              </w:trPr>
              <w:tc>
                <w:tcPr>
                  <w:tcW w:w="8878" w:type="dxa"/>
                </w:tcPr>
                <w:p w:rsidR="00284E7E" w:rsidRPr="00284E7E" w:rsidRDefault="00284E7E" w:rsidP="00284E7E">
                  <w:pPr>
                    <w:spacing w:before="40" w:after="40"/>
                    <w:rPr>
                      <w:rFonts w:ascii="Bayernfine" w:hAnsi="Bayernfine"/>
                      <w:sz w:val="28"/>
                      <w:szCs w:val="26"/>
                    </w:rPr>
                  </w:pPr>
                  <w:r w:rsidRPr="00284E7E">
                    <w:rPr>
                      <w:rFonts w:ascii="Bayernfine" w:hAnsi="Bayernfine"/>
                      <w:sz w:val="28"/>
                      <w:szCs w:val="26"/>
                    </w:rPr>
                    <w:t>Der Frosch springt ins Meer und sucht sich eine große Seerose aus.</w:t>
                  </w:r>
                </w:p>
              </w:tc>
              <w:tc>
                <w:tcPr>
                  <w:tcW w:w="1757" w:type="dxa"/>
                </w:tcPr>
                <w:p w:rsidR="00284E7E" w:rsidRDefault="00284E7E" w:rsidP="00284E7E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1DD0A3E7" wp14:editId="682CA50D">
                        <wp:extent cx="633745" cy="297712"/>
                        <wp:effectExtent l="0" t="0" r="0" b="7620"/>
                        <wp:docPr id="44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84E7E" w:rsidTr="00284E7E">
              <w:trPr>
                <w:trHeight w:val="476"/>
              </w:trPr>
              <w:tc>
                <w:tcPr>
                  <w:tcW w:w="8878" w:type="dxa"/>
                </w:tcPr>
                <w:p w:rsidR="00284E7E" w:rsidRPr="00284E7E" w:rsidRDefault="00284E7E" w:rsidP="00284E7E">
                  <w:pPr>
                    <w:spacing w:before="40" w:after="40"/>
                    <w:rPr>
                      <w:rFonts w:ascii="Bayernfine" w:hAnsi="Bayernfine"/>
                      <w:sz w:val="28"/>
                      <w:szCs w:val="26"/>
                    </w:rPr>
                  </w:pPr>
                  <w:r w:rsidRPr="00284E7E">
                    <w:rPr>
                      <w:rFonts w:ascii="Bayernfine" w:hAnsi="Bayernfine"/>
                      <w:sz w:val="28"/>
                      <w:szCs w:val="26"/>
                    </w:rPr>
                    <w:t>Der Frosch frisst die ganze große Seerose auf.</w:t>
                  </w:r>
                </w:p>
              </w:tc>
              <w:tc>
                <w:tcPr>
                  <w:tcW w:w="1757" w:type="dxa"/>
                </w:tcPr>
                <w:p w:rsidR="00284E7E" w:rsidRDefault="00284E7E" w:rsidP="00284E7E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13C4DAE6" wp14:editId="020E6C65">
                        <wp:extent cx="633745" cy="297712"/>
                        <wp:effectExtent l="0" t="0" r="0" b="7620"/>
                        <wp:docPr id="45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84E7E" w:rsidTr="00284E7E">
              <w:trPr>
                <w:trHeight w:val="471"/>
              </w:trPr>
              <w:tc>
                <w:tcPr>
                  <w:tcW w:w="8878" w:type="dxa"/>
                </w:tcPr>
                <w:p w:rsidR="00284E7E" w:rsidRPr="00284E7E" w:rsidRDefault="00284E7E" w:rsidP="00284E7E">
                  <w:pPr>
                    <w:spacing w:before="40" w:after="40"/>
                    <w:rPr>
                      <w:rFonts w:ascii="Bayernfine" w:hAnsi="Bayernfine"/>
                      <w:sz w:val="28"/>
                      <w:szCs w:val="26"/>
                    </w:rPr>
                  </w:pPr>
                  <w:r w:rsidRPr="00284E7E">
                    <w:rPr>
                      <w:rFonts w:ascii="Bayernfine" w:hAnsi="Bayernfine"/>
                      <w:sz w:val="28"/>
                      <w:szCs w:val="26"/>
                    </w:rPr>
                    <w:t>Die Schnecke findet, dass der Spatz mutig ist.</w:t>
                  </w:r>
                </w:p>
              </w:tc>
              <w:tc>
                <w:tcPr>
                  <w:tcW w:w="1757" w:type="dxa"/>
                </w:tcPr>
                <w:p w:rsidR="00284E7E" w:rsidRDefault="00284E7E" w:rsidP="00284E7E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7E611310" wp14:editId="6D254BBE">
                        <wp:extent cx="633745" cy="297712"/>
                        <wp:effectExtent l="0" t="0" r="0" b="7620"/>
                        <wp:docPr id="25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84E7E" w:rsidTr="00284E7E">
              <w:trPr>
                <w:trHeight w:val="482"/>
              </w:trPr>
              <w:tc>
                <w:tcPr>
                  <w:tcW w:w="8878" w:type="dxa"/>
                </w:tcPr>
                <w:p w:rsidR="00284E7E" w:rsidRPr="00284E7E" w:rsidRDefault="00284E7E" w:rsidP="00284E7E">
                  <w:pPr>
                    <w:spacing w:before="40" w:after="40"/>
                    <w:rPr>
                      <w:rFonts w:ascii="Bayernfine" w:hAnsi="Bayernfine"/>
                      <w:sz w:val="28"/>
                      <w:szCs w:val="26"/>
                    </w:rPr>
                  </w:pPr>
                  <w:r w:rsidRPr="00284E7E">
                    <w:rPr>
                      <w:rFonts w:ascii="Bayernfine" w:hAnsi="Bayernfine"/>
                      <w:sz w:val="28"/>
                      <w:szCs w:val="26"/>
                    </w:rPr>
                    <w:t>Alle Tiere finden den Frosch sehr mutig.</w:t>
                  </w:r>
                </w:p>
              </w:tc>
              <w:tc>
                <w:tcPr>
                  <w:tcW w:w="1757" w:type="dxa"/>
                </w:tcPr>
                <w:p w:rsidR="00284E7E" w:rsidRDefault="00284E7E" w:rsidP="00284E7E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4AD79D67" wp14:editId="4CBE491E">
                        <wp:extent cx="633745" cy="297712"/>
                        <wp:effectExtent l="0" t="0" r="0" b="7620"/>
                        <wp:docPr id="47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84E7E" w:rsidRPr="00782329" w:rsidRDefault="00284E7E" w:rsidP="002E1C2F">
            <w:pPr>
              <w:rPr>
                <w:rFonts w:ascii="Bayernfine" w:hAnsi="Bayernfine"/>
                <w:sz w:val="28"/>
                <w:szCs w:val="28"/>
              </w:rPr>
            </w:pPr>
          </w:p>
          <w:p w:rsidR="00284E7E" w:rsidRPr="00782329" w:rsidRDefault="00284E7E" w:rsidP="00284E7E">
            <w:pPr>
              <w:pStyle w:val="Listenabsatz"/>
              <w:numPr>
                <w:ilvl w:val="0"/>
                <w:numId w:val="2"/>
              </w:numPr>
              <w:rPr>
                <w:rFonts w:ascii="Bayernfine" w:hAnsi="Bayernfine"/>
                <w:sz w:val="28"/>
                <w:szCs w:val="28"/>
              </w:rPr>
            </w:pPr>
            <w:r>
              <w:rPr>
                <w:rFonts w:ascii="Bayernfine" w:hAnsi="Bayernfine"/>
                <w:b/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3520972" wp14:editId="6D411DC6">
                      <wp:simplePos x="0" y="0"/>
                      <wp:positionH relativeFrom="column">
                        <wp:posOffset>2630589</wp:posOffset>
                      </wp:positionH>
                      <wp:positionV relativeFrom="paragraph">
                        <wp:posOffset>197952</wp:posOffset>
                      </wp:positionV>
                      <wp:extent cx="3010619" cy="1449238"/>
                      <wp:effectExtent l="0" t="0" r="0" b="0"/>
                      <wp:wrapNone/>
                      <wp:docPr id="23" name="Textfeld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0619" cy="144923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ellenraster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63"/>
                                    <w:gridCol w:w="1134"/>
                                  </w:tblGrid>
                                  <w:tr w:rsidR="00284E7E" w:rsidTr="00E82F04">
                                    <w:trPr>
                                      <w:trHeight w:val="500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284E7E" w:rsidRDefault="00284E7E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  <w: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  <w:t>verschluckt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</w:tcPr>
                                      <w:p w:rsidR="00284E7E" w:rsidRDefault="00284E7E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84E7E" w:rsidTr="00E82F04">
                                    <w:trPr>
                                      <w:trHeight w:val="521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284E7E" w:rsidRDefault="00284E7E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  <w: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  <w:t>Pfoten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</w:tcPr>
                                      <w:p w:rsidR="00284E7E" w:rsidRDefault="00284E7E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84E7E" w:rsidTr="00E82F04">
                                    <w:trPr>
                                      <w:trHeight w:val="500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284E7E" w:rsidRDefault="00284E7E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  <w: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  <w:t>Besonderes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</w:tcPr>
                                      <w:p w:rsidR="00284E7E" w:rsidRDefault="00284E7E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84E7E" w:rsidTr="00E82F04">
                                    <w:trPr>
                                      <w:trHeight w:val="500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284E7E" w:rsidRDefault="00284E7E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  <w: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  <w:t>klatschen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</w:tcPr>
                                      <w:p w:rsidR="00284E7E" w:rsidRDefault="00284E7E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284E7E" w:rsidRDefault="00284E7E" w:rsidP="00284E7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3" o:spid="_x0000_s1027" type="#_x0000_t202" style="position:absolute;left:0;text-align:left;margin-left:207.15pt;margin-top:15.6pt;width:237.05pt;height:114.1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" fillcolor="white [3201]" stroked="f" strokeweight=".5pt">
                      <v:textbo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3"/>
                              <w:gridCol w:w="1134"/>
                            </w:tblGrid>
                            <w:tr w:rsidR="00284E7E" w:rsidTr="00E82F04">
                              <w:trPr>
                                <w:trHeight w:val="500"/>
                              </w:trPr>
                              <w:tc>
                                <w:tcPr>
                                  <w:tcW w:w="2263" w:type="dxa"/>
                                </w:tcPr>
                                <w:p w:rsidR="00284E7E" w:rsidRDefault="00284E7E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  <w:t>verschluckt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284E7E" w:rsidRDefault="00284E7E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284E7E" w:rsidTr="00E82F04">
                              <w:trPr>
                                <w:trHeight w:val="521"/>
                              </w:trPr>
                              <w:tc>
                                <w:tcPr>
                                  <w:tcW w:w="2263" w:type="dxa"/>
                                </w:tcPr>
                                <w:p w:rsidR="00284E7E" w:rsidRDefault="00284E7E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  <w:t>Pfoten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284E7E" w:rsidRDefault="00284E7E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284E7E" w:rsidTr="00E82F04">
                              <w:trPr>
                                <w:trHeight w:val="500"/>
                              </w:trPr>
                              <w:tc>
                                <w:tcPr>
                                  <w:tcW w:w="2263" w:type="dxa"/>
                                </w:tcPr>
                                <w:p w:rsidR="00284E7E" w:rsidRDefault="00284E7E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  <w:t>Besonderes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284E7E" w:rsidRDefault="00284E7E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284E7E" w:rsidTr="00E82F04">
                              <w:trPr>
                                <w:trHeight w:val="500"/>
                              </w:trPr>
                              <w:tc>
                                <w:tcPr>
                                  <w:tcW w:w="2263" w:type="dxa"/>
                                </w:tcPr>
                                <w:p w:rsidR="00284E7E" w:rsidRDefault="00284E7E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  <w:t>klatschen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284E7E" w:rsidRDefault="00284E7E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84E7E" w:rsidRDefault="00284E7E" w:rsidP="00284E7E"/>
                        </w:txbxContent>
                      </v:textbox>
                    </v:shape>
                  </w:pict>
                </mc:Fallback>
              </mc:AlternateContent>
            </w:r>
            <w:r w:rsidRPr="00782329">
              <w:rPr>
                <w:rFonts w:ascii="Bayernfine" w:hAnsi="Bayernfine"/>
                <w:sz w:val="28"/>
                <w:szCs w:val="28"/>
              </w:rPr>
              <w:t>Finde das Wort in der richtigen Zeile.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2263"/>
              <w:gridCol w:w="1134"/>
            </w:tblGrid>
            <w:tr w:rsidR="00284E7E" w:rsidTr="002E1C2F">
              <w:trPr>
                <w:trHeight w:val="500"/>
              </w:trPr>
              <w:tc>
                <w:tcPr>
                  <w:tcW w:w="2263" w:type="dxa"/>
                </w:tcPr>
                <w:p w:rsidR="00284E7E" w:rsidRDefault="00284E7E" w:rsidP="002E1C2F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>
                    <w:rPr>
                      <w:rFonts w:ascii="Bayernfine" w:hAnsi="Bayernfine"/>
                      <w:sz w:val="26"/>
                      <w:szCs w:val="26"/>
                    </w:rPr>
                    <w:t>Seerose</w:t>
                  </w:r>
                </w:p>
              </w:tc>
              <w:tc>
                <w:tcPr>
                  <w:tcW w:w="1134" w:type="dxa"/>
                </w:tcPr>
                <w:p w:rsidR="00284E7E" w:rsidRDefault="00284E7E" w:rsidP="002E1C2F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</w:p>
              </w:tc>
            </w:tr>
            <w:tr w:rsidR="00284E7E" w:rsidTr="002E1C2F">
              <w:trPr>
                <w:trHeight w:val="521"/>
              </w:trPr>
              <w:tc>
                <w:tcPr>
                  <w:tcW w:w="2263" w:type="dxa"/>
                </w:tcPr>
                <w:p w:rsidR="00284E7E" w:rsidRDefault="00284E7E" w:rsidP="002E1C2F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>
                    <w:rPr>
                      <w:rFonts w:ascii="Bayernfine" w:hAnsi="Bayernfine"/>
                      <w:sz w:val="26"/>
                      <w:szCs w:val="26"/>
                    </w:rPr>
                    <w:t>Grünzeug</w:t>
                  </w:r>
                </w:p>
              </w:tc>
              <w:tc>
                <w:tcPr>
                  <w:tcW w:w="1134" w:type="dxa"/>
                </w:tcPr>
                <w:p w:rsidR="00284E7E" w:rsidRDefault="00284E7E" w:rsidP="002E1C2F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</w:p>
              </w:tc>
            </w:tr>
            <w:tr w:rsidR="00284E7E" w:rsidTr="002E1C2F">
              <w:trPr>
                <w:trHeight w:val="500"/>
              </w:trPr>
              <w:tc>
                <w:tcPr>
                  <w:tcW w:w="2263" w:type="dxa"/>
                </w:tcPr>
                <w:p w:rsidR="00284E7E" w:rsidRDefault="00284E7E" w:rsidP="002E1C2F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>
                    <w:rPr>
                      <w:rFonts w:ascii="Bayernfine" w:hAnsi="Bayernfine"/>
                      <w:sz w:val="26"/>
                      <w:szCs w:val="26"/>
                    </w:rPr>
                    <w:t>springt</w:t>
                  </w:r>
                </w:p>
              </w:tc>
              <w:tc>
                <w:tcPr>
                  <w:tcW w:w="1134" w:type="dxa"/>
                </w:tcPr>
                <w:p w:rsidR="00284E7E" w:rsidRDefault="00284E7E" w:rsidP="002E1C2F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</w:p>
              </w:tc>
            </w:tr>
            <w:tr w:rsidR="00284E7E" w:rsidTr="002E1C2F">
              <w:trPr>
                <w:trHeight w:val="500"/>
              </w:trPr>
              <w:tc>
                <w:tcPr>
                  <w:tcW w:w="2263" w:type="dxa"/>
                </w:tcPr>
                <w:p w:rsidR="00284E7E" w:rsidRDefault="00284E7E" w:rsidP="002E1C2F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>
                    <w:rPr>
                      <w:rFonts w:ascii="Bayernfine" w:hAnsi="Bayernfine"/>
                      <w:sz w:val="26"/>
                      <w:szCs w:val="26"/>
                    </w:rPr>
                    <w:t>total</w:t>
                  </w:r>
                </w:p>
              </w:tc>
              <w:tc>
                <w:tcPr>
                  <w:tcW w:w="1134" w:type="dxa"/>
                </w:tcPr>
                <w:p w:rsidR="00284E7E" w:rsidRDefault="00284E7E" w:rsidP="002E1C2F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</w:p>
              </w:tc>
            </w:tr>
          </w:tbl>
          <w:p w:rsidR="00284E7E" w:rsidRPr="00782329" w:rsidRDefault="00284E7E" w:rsidP="002E1C2F">
            <w:pPr>
              <w:pStyle w:val="Listenabsatz"/>
              <w:rPr>
                <w:rFonts w:ascii="Bayernfine" w:hAnsi="Bayernfine"/>
                <w:b/>
                <w:sz w:val="28"/>
                <w:szCs w:val="28"/>
              </w:rPr>
            </w:pPr>
          </w:p>
          <w:p w:rsidR="00284E7E" w:rsidRPr="00782329" w:rsidRDefault="00284E7E" w:rsidP="00284E7E">
            <w:pPr>
              <w:pStyle w:val="Listenabsatz"/>
              <w:numPr>
                <w:ilvl w:val="0"/>
                <w:numId w:val="2"/>
              </w:numPr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sz w:val="28"/>
                <w:szCs w:val="28"/>
              </w:rPr>
              <w:t>Warum ist die Mut</w:t>
            </w:r>
            <w:r w:rsidRPr="00782329">
              <w:rPr>
                <w:rFonts w:ascii="Bayernfine" w:hAnsi="Bayernfine"/>
                <w:color w:val="808080" w:themeColor="background1" w:themeShade="80"/>
                <w:sz w:val="28"/>
                <w:szCs w:val="28"/>
              </w:rPr>
              <w:t>pro</w:t>
            </w:r>
            <w:r w:rsidRPr="00782329">
              <w:rPr>
                <w:rFonts w:ascii="Bayernfine" w:hAnsi="Bayernfine"/>
                <w:sz w:val="28"/>
                <w:szCs w:val="28"/>
              </w:rPr>
              <w:t xml:space="preserve">be für </w:t>
            </w:r>
            <w:r>
              <w:rPr>
                <w:rFonts w:ascii="Bayernfine" w:hAnsi="Bayernfine"/>
                <w:sz w:val="28"/>
                <w:szCs w:val="28"/>
              </w:rPr>
              <w:t>den Frosch</w:t>
            </w:r>
            <w:r w:rsidRPr="00782329">
              <w:rPr>
                <w:rFonts w:ascii="Bayernfine" w:hAnsi="Bayernfine"/>
                <w:sz w:val="28"/>
                <w:szCs w:val="28"/>
              </w:rPr>
              <w:t xml:space="preserve"> be</w:t>
            </w:r>
            <w:r w:rsidRPr="00782329">
              <w:rPr>
                <w:rFonts w:ascii="Bayernfine" w:hAnsi="Bayernfine"/>
                <w:color w:val="808080" w:themeColor="background1" w:themeShade="80"/>
                <w:sz w:val="28"/>
                <w:szCs w:val="28"/>
              </w:rPr>
              <w:t>son</w:t>
            </w:r>
            <w:r w:rsidRPr="00782329">
              <w:rPr>
                <w:rFonts w:ascii="Bayernfine" w:hAnsi="Bayernfine"/>
                <w:sz w:val="28"/>
                <w:szCs w:val="28"/>
              </w:rPr>
              <w:t>ders mutig?</w:t>
            </w:r>
          </w:p>
          <w:p w:rsidR="00284E7E" w:rsidRDefault="00284E7E" w:rsidP="002E1C2F">
            <w:pPr>
              <w:jc w:val="center"/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w:drawing>
                <wp:anchor distT="0" distB="0" distL="114300" distR="114300" simplePos="0" relativeHeight="251666432" behindDoc="0" locked="0" layoutInCell="1" allowOverlap="1" wp14:anchorId="76201A14" wp14:editId="489579DC">
                  <wp:simplePos x="0" y="0"/>
                  <wp:positionH relativeFrom="column">
                    <wp:posOffset>103050</wp:posOffset>
                  </wp:positionH>
                  <wp:positionV relativeFrom="paragraph">
                    <wp:posOffset>58803</wp:posOffset>
                  </wp:positionV>
                  <wp:extent cx="6418195" cy="540385"/>
                  <wp:effectExtent l="0" t="0" r="1905" b="0"/>
                  <wp:wrapNone/>
                  <wp:docPr id="35" name="Grafi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819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84E7E" w:rsidRDefault="00284E7E" w:rsidP="002E1C2F">
            <w:pPr>
              <w:rPr>
                <w:rFonts w:ascii="Bayernfine" w:hAnsi="Bayernfine"/>
                <w:sz w:val="28"/>
              </w:rPr>
            </w:pPr>
          </w:p>
          <w:p w:rsidR="00284E7E" w:rsidRDefault="00284E7E" w:rsidP="002E1C2F">
            <w:pPr>
              <w:rPr>
                <w:rFonts w:ascii="Bayernfine" w:hAnsi="Bayernfine"/>
                <w:sz w:val="28"/>
              </w:rPr>
            </w:pPr>
          </w:p>
          <w:p w:rsidR="00284E7E" w:rsidRDefault="00284E7E" w:rsidP="002E1C2F">
            <w:pPr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w:drawing>
                <wp:anchor distT="0" distB="0" distL="114300" distR="114300" simplePos="0" relativeHeight="251667456" behindDoc="0" locked="0" layoutInCell="1" allowOverlap="1" wp14:anchorId="2970CBDC" wp14:editId="67496FB7">
                  <wp:simplePos x="0" y="0"/>
                  <wp:positionH relativeFrom="column">
                    <wp:posOffset>111281</wp:posOffset>
                  </wp:positionH>
                  <wp:positionV relativeFrom="paragraph">
                    <wp:posOffset>11451</wp:posOffset>
                  </wp:positionV>
                  <wp:extent cx="6418195" cy="540385"/>
                  <wp:effectExtent l="0" t="0" r="1905" b="0"/>
                  <wp:wrapNone/>
                  <wp:docPr id="37" name="Grafik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819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84E7E" w:rsidRDefault="00284E7E" w:rsidP="002E1C2F">
            <w:pPr>
              <w:rPr>
                <w:rFonts w:ascii="Bayernfine" w:hAnsi="Bayernfine"/>
                <w:sz w:val="28"/>
              </w:rPr>
            </w:pPr>
          </w:p>
          <w:p w:rsidR="00284E7E" w:rsidRDefault="00284E7E" w:rsidP="002E1C2F">
            <w:pPr>
              <w:rPr>
                <w:rFonts w:ascii="Bayernfine" w:hAnsi="Bayernfine"/>
                <w:sz w:val="28"/>
              </w:rPr>
            </w:pPr>
          </w:p>
          <w:p w:rsidR="00284E7E" w:rsidRPr="00782329" w:rsidRDefault="00284E7E" w:rsidP="00284E7E">
            <w:pPr>
              <w:pStyle w:val="Listenabsatz"/>
              <w:numPr>
                <w:ilvl w:val="0"/>
                <w:numId w:val="2"/>
              </w:numPr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w:drawing>
                <wp:anchor distT="0" distB="0" distL="114300" distR="114300" simplePos="0" relativeHeight="251668480" behindDoc="0" locked="0" layoutInCell="1" allowOverlap="1" wp14:anchorId="074FB38C" wp14:editId="17A7C333">
                  <wp:simplePos x="0" y="0"/>
                  <wp:positionH relativeFrom="column">
                    <wp:posOffset>170109</wp:posOffset>
                  </wp:positionH>
                  <wp:positionV relativeFrom="paragraph">
                    <wp:posOffset>241490</wp:posOffset>
                  </wp:positionV>
                  <wp:extent cx="6305801" cy="540364"/>
                  <wp:effectExtent l="0" t="0" r="0" b="0"/>
                  <wp:wrapNone/>
                  <wp:docPr id="38" name="Grafi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5801" cy="540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>
              <w:rPr>
                <w:rFonts w:ascii="Bayernfine" w:hAnsi="Bayernfine"/>
                <w:sz w:val="28"/>
              </w:rPr>
              <w:t>In welcher Zeile steht das?</w:t>
            </w:r>
            <w:r>
              <w:rPr>
                <w:noProof/>
                <w:lang w:eastAsia="de-DE"/>
              </w:rPr>
              <w:t xml:space="preserve"> </w:t>
            </w:r>
          </w:p>
        </w:tc>
      </w:tr>
    </w:tbl>
    <w:p w:rsidR="00284E7E" w:rsidRDefault="00284E7E"/>
    <w:tbl>
      <w:tblPr>
        <w:tblStyle w:val="Tabellenraster"/>
        <w:tblW w:w="10758" w:type="dxa"/>
        <w:tblLook w:val="04A0" w:firstRow="1" w:lastRow="0" w:firstColumn="1" w:lastColumn="0" w:noHBand="0" w:noVBand="1"/>
      </w:tblPr>
      <w:tblGrid>
        <w:gridCol w:w="9322"/>
        <w:gridCol w:w="1436"/>
      </w:tblGrid>
      <w:tr w:rsidR="00C51EDE" w:rsidTr="00F23906">
        <w:trPr>
          <w:trHeight w:val="679"/>
        </w:trPr>
        <w:tc>
          <w:tcPr>
            <w:tcW w:w="9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1EDE" w:rsidRDefault="00C51EDE" w:rsidP="00F23906">
            <w:pPr>
              <w:spacing w:before="240"/>
            </w:pPr>
            <w:r w:rsidRPr="00280E9C">
              <w:rPr>
                <w:noProof/>
                <w:sz w:val="28"/>
                <w:lang w:eastAsia="de-DE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7B868294" wp14:editId="724C4F2A">
                      <wp:simplePos x="0" y="0"/>
                      <wp:positionH relativeFrom="column">
                        <wp:posOffset>576987</wp:posOffset>
                      </wp:positionH>
                      <wp:positionV relativeFrom="paragraph">
                        <wp:posOffset>62837</wp:posOffset>
                      </wp:positionV>
                      <wp:extent cx="4728949" cy="349885"/>
                      <wp:effectExtent l="0" t="0" r="14605" b="12065"/>
                      <wp:wrapNone/>
                      <wp:docPr id="27" name="Group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4728949" cy="349885"/>
                                <a:chOff x="1134" y="9234"/>
                                <a:chExt cx="1870" cy="540"/>
                              </a:xfrm>
                            </wpg:grpSpPr>
                            <wps:wsp>
                              <wps:cNvPr id="28" name="Rectangle 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23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Rectangle 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41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Rectangle 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59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02DD3E02" id="Group 6" o:spid="_x0000_s1026" style="position:absolute;margin-left:45.45pt;margin-top:4.95pt;width:372.35pt;height:27.55pt;z-index:251673600" coordorigin="1134,9234" coordsize="187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">
                      <o:lock v:ext="edit" aspectratio="t"/>
                      <v:rect id="Rectangle 7" o:spid="_x0000_s1027" style="position:absolute;left:1134;top:923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Ysl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">
                        <o:lock v:ext="edit" aspectratio="t"/>
                      </v:rect>
                      <v:rect id="Rectangle 8" o:spid="_x0000_s1028" style="position:absolute;left:1134;top:941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" fillcolor="silver">
                        <o:lock v:ext="edit" aspectratio="t"/>
                      </v:rect>
                      <v:rect id="Rectangle 9" o:spid="_x0000_s1029" style="position:absolute;left:1134;top:959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hH+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">
                        <o:lock v:ext="edit" aspectratio="t"/>
                      </v:rect>
                    </v:group>
                  </w:pict>
                </mc:Fallback>
              </mc:AlternateContent>
            </w:r>
            <w:r w:rsidRPr="00280E9C">
              <w:rPr>
                <w:rFonts w:ascii="Bayernfine" w:hAnsi="Bayernfine"/>
                <w:sz w:val="28"/>
              </w:rPr>
              <w:t>Name</w:t>
            </w:r>
            <w:r>
              <w:rPr>
                <w:rFonts w:ascii="Bayernfine" w:hAnsi="Bayernfine"/>
              </w:rPr>
              <w:t xml:space="preserve">: 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1EDE" w:rsidRDefault="00C51EDE" w:rsidP="00F23906">
            <w:r w:rsidRPr="00E55AB7">
              <w:rPr>
                <w:rFonts w:ascii="Bayerndruck-n" w:hAnsi="Bayerndruck-n"/>
                <w:noProof/>
                <w:sz w:val="40"/>
                <w:lang w:eastAsia="de-DE"/>
              </w:rPr>
              <w:drawing>
                <wp:anchor distT="0" distB="0" distL="114300" distR="114300" simplePos="0" relativeHeight="251672576" behindDoc="0" locked="0" layoutInCell="1" allowOverlap="1" wp14:anchorId="7485F192" wp14:editId="51915CDB">
                  <wp:simplePos x="0" y="0"/>
                  <wp:positionH relativeFrom="column">
                    <wp:posOffset>133858</wp:posOffset>
                  </wp:positionH>
                  <wp:positionV relativeFrom="paragraph">
                    <wp:posOffset>28500</wp:posOffset>
                  </wp:positionV>
                  <wp:extent cx="590823" cy="369290"/>
                  <wp:effectExtent l="0" t="0" r="0" b="0"/>
                  <wp:wrapNone/>
                  <wp:docPr id="49" name="Grafik 4" descr="Les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es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774" cy="403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C51EDE" w:rsidTr="00F23906">
        <w:trPr>
          <w:trHeight w:val="14290"/>
        </w:trPr>
        <w:tc>
          <w:tcPr>
            <w:tcW w:w="107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1EDE" w:rsidRPr="006A18FC" w:rsidRDefault="006B4A63" w:rsidP="00F23906">
            <w:pPr>
              <w:jc w:val="right"/>
              <w:rPr>
                <w:rFonts w:ascii="Bayernfine" w:hAnsi="Bayernfine"/>
                <w:sz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700224" behindDoc="0" locked="0" layoutInCell="1" allowOverlap="1" wp14:anchorId="70F41E39" wp14:editId="60386239">
                  <wp:simplePos x="0" y="0"/>
                  <wp:positionH relativeFrom="column">
                    <wp:posOffset>4418832</wp:posOffset>
                  </wp:positionH>
                  <wp:positionV relativeFrom="paragraph">
                    <wp:posOffset>145283</wp:posOffset>
                  </wp:positionV>
                  <wp:extent cx="2149523" cy="1249935"/>
                  <wp:effectExtent l="0" t="0" r="3175" b="7620"/>
                  <wp:wrapNone/>
                  <wp:docPr id="73" name="Grafik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5808" cy="1253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51EDE">
              <w:rPr>
                <w:rFonts w:ascii="Bayernfine" w:hAnsi="Bayernfine"/>
                <w:sz w:val="28"/>
              </w:rPr>
              <w:t>3</w:t>
            </w:r>
          </w:p>
          <w:p w:rsidR="00C51EDE" w:rsidRDefault="00C51EDE" w:rsidP="00F23906">
            <w:pPr>
              <w:rPr>
                <w:rFonts w:ascii="Bayernfine" w:hAnsi="Bayernfine"/>
                <w:sz w:val="28"/>
              </w:rPr>
            </w:pPr>
          </w:p>
          <w:p w:rsidR="00C51EDE" w:rsidRPr="00782329" w:rsidRDefault="00C51EDE" w:rsidP="00F23906">
            <w:pPr>
              <w:jc w:val="center"/>
              <w:rPr>
                <w:rFonts w:ascii="Bayernfine" w:hAnsi="Bayernfine"/>
                <w:b/>
                <w:sz w:val="28"/>
                <w:szCs w:val="28"/>
              </w:rPr>
            </w:pPr>
            <w:r w:rsidRPr="00782329">
              <w:rPr>
                <w:rFonts w:ascii="Bayernfine" w:hAnsi="Bayernfine"/>
                <w:b/>
                <w:sz w:val="28"/>
                <w:szCs w:val="28"/>
              </w:rPr>
              <w:t xml:space="preserve"> „Die mutige </w:t>
            </w:r>
            <w:r>
              <w:rPr>
                <w:rFonts w:ascii="Bayernfine" w:hAnsi="Bayernfine"/>
                <w:b/>
                <w:sz w:val="28"/>
                <w:szCs w:val="28"/>
              </w:rPr>
              <w:t>Schnecke</w:t>
            </w:r>
            <w:r w:rsidRPr="00782329">
              <w:rPr>
                <w:rFonts w:ascii="Bayernfine" w:hAnsi="Bayernfine"/>
                <w:b/>
                <w:sz w:val="28"/>
                <w:szCs w:val="28"/>
              </w:rPr>
              <w:t>“</w:t>
            </w:r>
          </w:p>
          <w:p w:rsidR="00C51EDE" w:rsidRPr="00782329" w:rsidRDefault="00C51EDE" w:rsidP="00F23906">
            <w:pPr>
              <w:jc w:val="center"/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b/>
                <w:sz w:val="28"/>
                <w:szCs w:val="28"/>
              </w:rPr>
              <w:t>Du kennst dich aus!</w:t>
            </w:r>
            <w:r w:rsidRPr="00782329">
              <w:rPr>
                <w:rFonts w:ascii="Bayernfine" w:hAnsi="Bayernfine"/>
                <w:sz w:val="28"/>
                <w:szCs w:val="28"/>
              </w:rPr>
              <w:t xml:space="preserve"> </w:t>
            </w:r>
            <w:r w:rsidRPr="00782329">
              <w:rPr>
                <w:rFonts w:ascii="Bayernfine" w:hAnsi="Bayernfine"/>
                <w:noProof/>
                <w:sz w:val="28"/>
                <w:szCs w:val="28"/>
                <w:lang w:eastAsia="de-DE"/>
              </w:rPr>
              <w:drawing>
                <wp:inline distT="0" distB="0" distL="0" distR="0" wp14:anchorId="425C8DA9" wp14:editId="73B363E8">
                  <wp:extent cx="282875" cy="282875"/>
                  <wp:effectExtent l="19050" t="0" r="2875" b="0"/>
                  <wp:docPr id="51" name="Bild 2" descr="C:\Program Files (x86)\Picto Selector\png\ARASAAC Symbol Set\228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Picto Selector\png\ARASAAC Symbol Set\228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031" cy="2830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1EDE" w:rsidRDefault="00C51EDE" w:rsidP="00F23906">
            <w:pPr>
              <w:jc w:val="center"/>
              <w:rPr>
                <w:rFonts w:ascii="Bayernfine" w:hAnsi="Bayernfine"/>
                <w:sz w:val="28"/>
                <w:szCs w:val="28"/>
              </w:rPr>
            </w:pPr>
          </w:p>
          <w:p w:rsidR="00C51EDE" w:rsidRPr="00782329" w:rsidRDefault="00C51EDE" w:rsidP="00C51EDE">
            <w:pPr>
              <w:pStyle w:val="Listenabsatz"/>
              <w:numPr>
                <w:ilvl w:val="0"/>
                <w:numId w:val="3"/>
              </w:numPr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sz w:val="28"/>
                <w:szCs w:val="28"/>
              </w:rPr>
              <w:t>Richtig oder falsch?</w:t>
            </w:r>
            <w:r w:rsidR="006B4A63">
              <w:rPr>
                <w:noProof/>
                <w:lang w:eastAsia="de-DE"/>
              </w:rPr>
              <w:t xml:space="preserve"> 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8745"/>
              <w:gridCol w:w="1731"/>
            </w:tblGrid>
            <w:tr w:rsidR="00C51EDE" w:rsidTr="00C51EDE">
              <w:trPr>
                <w:trHeight w:val="476"/>
              </w:trPr>
              <w:tc>
                <w:tcPr>
                  <w:tcW w:w="8745" w:type="dxa"/>
                </w:tcPr>
                <w:p w:rsidR="00C51EDE" w:rsidRPr="00C51EDE" w:rsidRDefault="00C51EDE" w:rsidP="00C51EDE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C51EDE">
                    <w:rPr>
                      <w:rFonts w:ascii="Bayernfine" w:hAnsi="Bayernfine"/>
                      <w:sz w:val="32"/>
                      <w:szCs w:val="26"/>
                    </w:rPr>
                    <w:t>Die Schnecke will aus ihrem Haus kriechen.</w:t>
                  </w:r>
                </w:p>
              </w:tc>
              <w:tc>
                <w:tcPr>
                  <w:tcW w:w="1731" w:type="dxa"/>
                </w:tcPr>
                <w:p w:rsidR="00C51EDE" w:rsidRDefault="00C51EDE" w:rsidP="00C51EDE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6D4A0E7A" wp14:editId="4D1A5BAD">
                        <wp:extent cx="633745" cy="297712"/>
                        <wp:effectExtent l="0" t="0" r="0" b="7620"/>
                        <wp:docPr id="91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51EDE" w:rsidTr="00C51EDE">
              <w:trPr>
                <w:trHeight w:val="462"/>
              </w:trPr>
              <w:tc>
                <w:tcPr>
                  <w:tcW w:w="8745" w:type="dxa"/>
                </w:tcPr>
                <w:p w:rsidR="00C51EDE" w:rsidRPr="00C51EDE" w:rsidRDefault="00C51EDE" w:rsidP="00C51EDE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C51EDE">
                    <w:rPr>
                      <w:rFonts w:ascii="Bayernfine" w:hAnsi="Bayernfine"/>
                      <w:sz w:val="32"/>
                      <w:szCs w:val="26"/>
                    </w:rPr>
                    <w:t>Der Spatz findet das überhaupt nicht mutig.</w:t>
                  </w:r>
                </w:p>
              </w:tc>
              <w:tc>
                <w:tcPr>
                  <w:tcW w:w="1731" w:type="dxa"/>
                </w:tcPr>
                <w:p w:rsidR="00C51EDE" w:rsidRDefault="00C51EDE" w:rsidP="00C51EDE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073BD158" wp14:editId="1CDADA1D">
                        <wp:extent cx="633745" cy="297712"/>
                        <wp:effectExtent l="0" t="0" r="0" b="7620"/>
                        <wp:docPr id="92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51EDE" w:rsidTr="00C51EDE">
              <w:trPr>
                <w:trHeight w:val="715"/>
              </w:trPr>
              <w:tc>
                <w:tcPr>
                  <w:tcW w:w="8745" w:type="dxa"/>
                </w:tcPr>
                <w:p w:rsidR="00C51EDE" w:rsidRPr="00C51EDE" w:rsidRDefault="00C51EDE" w:rsidP="00C51EDE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C51EDE">
                    <w:rPr>
                      <w:rFonts w:ascii="Bayernfine" w:hAnsi="Bayernfine"/>
                      <w:sz w:val="32"/>
                      <w:szCs w:val="26"/>
                    </w:rPr>
                    <w:t>Der Spatz ist schon vor langer Zeit aus seinem Ei geschlüpft. Das ist also nicht mutig.</w:t>
                  </w:r>
                </w:p>
              </w:tc>
              <w:tc>
                <w:tcPr>
                  <w:tcW w:w="1731" w:type="dxa"/>
                </w:tcPr>
                <w:p w:rsidR="00C51EDE" w:rsidRDefault="00C51EDE" w:rsidP="00C51EDE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12EE4668" wp14:editId="5A0FBC47">
                        <wp:extent cx="633745" cy="297712"/>
                        <wp:effectExtent l="0" t="0" r="0" b="7620"/>
                        <wp:docPr id="93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51EDE" w:rsidTr="00C51EDE">
              <w:trPr>
                <w:trHeight w:val="715"/>
              </w:trPr>
              <w:tc>
                <w:tcPr>
                  <w:tcW w:w="8745" w:type="dxa"/>
                </w:tcPr>
                <w:p w:rsidR="00C51EDE" w:rsidRPr="00C51EDE" w:rsidRDefault="00C51EDE" w:rsidP="00C51EDE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C51EDE">
                    <w:rPr>
                      <w:rFonts w:ascii="Bayernfine" w:hAnsi="Bayernfine"/>
                      <w:sz w:val="32"/>
                      <w:szCs w:val="26"/>
                    </w:rPr>
                    <w:t>Jetzt ist die Schnecke beleidigt und versteckt sich in ihrem Haus. Sie will nicht mehr herauskommen.</w:t>
                  </w:r>
                </w:p>
              </w:tc>
              <w:tc>
                <w:tcPr>
                  <w:tcW w:w="1731" w:type="dxa"/>
                </w:tcPr>
                <w:p w:rsidR="00C51EDE" w:rsidRDefault="00C51EDE" w:rsidP="00C51EDE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28B6C7FC" wp14:editId="0722E05F">
                        <wp:extent cx="633745" cy="297712"/>
                        <wp:effectExtent l="0" t="0" r="0" b="7620"/>
                        <wp:docPr id="94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51EDE" w:rsidTr="00C51EDE">
              <w:trPr>
                <w:trHeight w:val="715"/>
              </w:trPr>
              <w:tc>
                <w:tcPr>
                  <w:tcW w:w="8745" w:type="dxa"/>
                </w:tcPr>
                <w:p w:rsidR="00C51EDE" w:rsidRPr="00C51EDE" w:rsidRDefault="00C51EDE" w:rsidP="00C51EDE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C51EDE">
                    <w:rPr>
                      <w:rFonts w:ascii="Bayernfine" w:hAnsi="Bayernfine"/>
                      <w:sz w:val="32"/>
                      <w:szCs w:val="26"/>
                    </w:rPr>
                    <w:t>Die Maus beruhigt die Schnecke uns sagt: „Jetzt sei nicht so ein Feigling.“</w:t>
                  </w:r>
                </w:p>
              </w:tc>
              <w:tc>
                <w:tcPr>
                  <w:tcW w:w="1731" w:type="dxa"/>
                </w:tcPr>
                <w:p w:rsidR="00C51EDE" w:rsidRDefault="00C51EDE" w:rsidP="00C51EDE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60065D79" wp14:editId="6F3CD74D">
                        <wp:extent cx="633745" cy="297712"/>
                        <wp:effectExtent l="0" t="0" r="0" b="7620"/>
                        <wp:docPr id="95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51EDE" w:rsidTr="00C51EDE">
              <w:trPr>
                <w:trHeight w:val="476"/>
              </w:trPr>
              <w:tc>
                <w:tcPr>
                  <w:tcW w:w="8745" w:type="dxa"/>
                </w:tcPr>
                <w:p w:rsidR="00C51EDE" w:rsidRPr="00C51EDE" w:rsidRDefault="00C51EDE" w:rsidP="00C51EDE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C51EDE">
                    <w:rPr>
                      <w:rFonts w:ascii="Bayernfine" w:hAnsi="Bayernfine"/>
                      <w:sz w:val="32"/>
                      <w:szCs w:val="26"/>
                    </w:rPr>
                    <w:t>Die Schnecke kriecht einmal um ihr ganzes Haus.</w:t>
                  </w:r>
                </w:p>
              </w:tc>
              <w:tc>
                <w:tcPr>
                  <w:tcW w:w="1731" w:type="dxa"/>
                </w:tcPr>
                <w:p w:rsidR="00C51EDE" w:rsidRDefault="00C51EDE" w:rsidP="00C51EDE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0C1C97D7" wp14:editId="3FF9D81D">
                        <wp:extent cx="633745" cy="297712"/>
                        <wp:effectExtent l="0" t="0" r="0" b="7620"/>
                        <wp:docPr id="96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51EDE" w:rsidTr="00C51EDE">
              <w:trPr>
                <w:trHeight w:val="462"/>
              </w:trPr>
              <w:tc>
                <w:tcPr>
                  <w:tcW w:w="8745" w:type="dxa"/>
                </w:tcPr>
                <w:p w:rsidR="00C51EDE" w:rsidRPr="00C51EDE" w:rsidRDefault="00C51EDE" w:rsidP="00C51EDE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C51EDE">
                    <w:rPr>
                      <w:rFonts w:ascii="Bayernfine" w:hAnsi="Bayernfine"/>
                      <w:sz w:val="32"/>
                      <w:szCs w:val="26"/>
                    </w:rPr>
                    <w:t>Die Schnecke findet, dass der Spatz mutig ist.</w:t>
                  </w:r>
                </w:p>
              </w:tc>
              <w:tc>
                <w:tcPr>
                  <w:tcW w:w="1731" w:type="dxa"/>
                </w:tcPr>
                <w:p w:rsidR="00C51EDE" w:rsidRDefault="00C51EDE" w:rsidP="00C51EDE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6EE4B589" wp14:editId="57154347">
                        <wp:extent cx="633745" cy="297712"/>
                        <wp:effectExtent l="0" t="0" r="0" b="7620"/>
                        <wp:docPr id="97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51EDE" w:rsidTr="00C51EDE">
              <w:trPr>
                <w:trHeight w:val="476"/>
              </w:trPr>
              <w:tc>
                <w:tcPr>
                  <w:tcW w:w="8745" w:type="dxa"/>
                </w:tcPr>
                <w:p w:rsidR="00C51EDE" w:rsidRPr="00C51EDE" w:rsidRDefault="00C51EDE" w:rsidP="00C51EDE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C51EDE">
                    <w:rPr>
                      <w:rFonts w:ascii="Bayernfine" w:hAnsi="Bayernfine"/>
                      <w:sz w:val="32"/>
                      <w:szCs w:val="26"/>
                    </w:rPr>
                    <w:t>Alle Tiere finden den Frosch sehr mutig.</w:t>
                  </w:r>
                </w:p>
              </w:tc>
              <w:tc>
                <w:tcPr>
                  <w:tcW w:w="1731" w:type="dxa"/>
                </w:tcPr>
                <w:p w:rsidR="00C51EDE" w:rsidRDefault="00C51EDE" w:rsidP="00C51EDE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65C2D408" wp14:editId="7E4D1D8E">
                        <wp:extent cx="633745" cy="297712"/>
                        <wp:effectExtent l="0" t="0" r="0" b="7620"/>
                        <wp:docPr id="98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51EDE" w:rsidRDefault="00C51EDE" w:rsidP="00F23906">
            <w:pPr>
              <w:pStyle w:val="Listenabsatz"/>
              <w:rPr>
                <w:rFonts w:ascii="Bayernfine" w:hAnsi="Bayernfine"/>
                <w:b/>
                <w:sz w:val="28"/>
                <w:szCs w:val="28"/>
              </w:rPr>
            </w:pPr>
          </w:p>
          <w:p w:rsidR="00C51EDE" w:rsidRPr="00782329" w:rsidRDefault="00C51EDE" w:rsidP="00C51EDE">
            <w:pPr>
              <w:pStyle w:val="Listenabsatz"/>
              <w:numPr>
                <w:ilvl w:val="0"/>
                <w:numId w:val="3"/>
              </w:numPr>
              <w:rPr>
                <w:rFonts w:ascii="Bayernfine" w:hAnsi="Bayernfine"/>
                <w:sz w:val="28"/>
                <w:szCs w:val="28"/>
              </w:rPr>
            </w:pPr>
            <w:r>
              <w:rPr>
                <w:rFonts w:ascii="Bayernfine" w:hAnsi="Bayernfine"/>
                <w:b/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9A38AF2" wp14:editId="32163171">
                      <wp:simplePos x="0" y="0"/>
                      <wp:positionH relativeFrom="column">
                        <wp:posOffset>2265045</wp:posOffset>
                      </wp:positionH>
                      <wp:positionV relativeFrom="paragraph">
                        <wp:posOffset>168910</wp:posOffset>
                      </wp:positionV>
                      <wp:extent cx="2228850" cy="1123950"/>
                      <wp:effectExtent l="0" t="0" r="0" b="0"/>
                      <wp:wrapNone/>
                      <wp:docPr id="31" name="Textfeld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28850" cy="1123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ellenraster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63"/>
                                    <w:gridCol w:w="993"/>
                                  </w:tblGrid>
                                  <w:tr w:rsidR="00C51EDE" w:rsidTr="00C51EDE">
                                    <w:trPr>
                                      <w:trHeight w:val="500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C51EDE" w:rsidRPr="00C51EDE" w:rsidRDefault="00C51EDE" w:rsidP="00475F23">
                                        <w:pPr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</w:pPr>
                                        <w:r w:rsidRPr="00C51EDE"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  <w:t>Welt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</w:tcPr>
                                      <w:p w:rsidR="00C51EDE" w:rsidRDefault="00C51EDE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51EDE" w:rsidTr="00C51EDE">
                                    <w:trPr>
                                      <w:trHeight w:val="521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C51EDE" w:rsidRPr="00C51EDE" w:rsidRDefault="00C51EDE" w:rsidP="00475F23">
                                        <w:pPr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</w:pPr>
                                        <w:r w:rsidRPr="00C51EDE"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  <w:t>verkriecht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</w:tcPr>
                                      <w:p w:rsidR="00C51EDE" w:rsidRDefault="00C51EDE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51EDE" w:rsidTr="00C51EDE">
                                    <w:trPr>
                                      <w:trHeight w:val="500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C51EDE" w:rsidRPr="00C51EDE" w:rsidRDefault="00C51EDE" w:rsidP="00475F23">
                                        <w:pPr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</w:pPr>
                                        <w:r w:rsidRPr="00C51EDE"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  <w:t>langsam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</w:tcPr>
                                      <w:p w:rsidR="00C51EDE" w:rsidRDefault="00C51EDE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C51EDE" w:rsidRDefault="00C51EDE" w:rsidP="00C51ED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31" o:spid="_x0000_s1028" type="#_x0000_t202" style="position:absolute;left:0;text-align:left;margin-left:178.35pt;margin-top:13.3pt;width:175.5pt;height:88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" fillcolor="white [3201]" stroked="f" strokeweight=".5pt">
                      <v:textbo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3"/>
                              <w:gridCol w:w="993"/>
                            </w:tblGrid>
                            <w:tr w:rsidR="00C51EDE" w:rsidTr="00C51EDE">
                              <w:trPr>
                                <w:trHeight w:val="500"/>
                              </w:trPr>
                              <w:tc>
                                <w:tcPr>
                                  <w:tcW w:w="2263" w:type="dxa"/>
                                </w:tcPr>
                                <w:p w:rsidR="00C51EDE" w:rsidRPr="00C51EDE" w:rsidRDefault="00C51EDE" w:rsidP="00475F23">
                                  <w:pPr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</w:pPr>
                                  <w:r w:rsidRPr="00C51EDE"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  <w:t>Welt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:rsidR="00C51EDE" w:rsidRDefault="00C51EDE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C51EDE" w:rsidTr="00C51EDE">
                              <w:trPr>
                                <w:trHeight w:val="521"/>
                              </w:trPr>
                              <w:tc>
                                <w:tcPr>
                                  <w:tcW w:w="2263" w:type="dxa"/>
                                </w:tcPr>
                                <w:p w:rsidR="00C51EDE" w:rsidRPr="00C51EDE" w:rsidRDefault="00C51EDE" w:rsidP="00475F23">
                                  <w:pPr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</w:pPr>
                                  <w:r w:rsidRPr="00C51EDE"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  <w:t>verkriecht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:rsidR="00C51EDE" w:rsidRDefault="00C51EDE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C51EDE" w:rsidTr="00C51EDE">
                              <w:trPr>
                                <w:trHeight w:val="500"/>
                              </w:trPr>
                              <w:tc>
                                <w:tcPr>
                                  <w:tcW w:w="2263" w:type="dxa"/>
                                </w:tcPr>
                                <w:p w:rsidR="00C51EDE" w:rsidRPr="00C51EDE" w:rsidRDefault="00C51EDE" w:rsidP="00475F23">
                                  <w:pPr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</w:pPr>
                                  <w:r w:rsidRPr="00C51EDE"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  <w:t>langsam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:rsidR="00C51EDE" w:rsidRDefault="00C51EDE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51EDE" w:rsidRDefault="00C51EDE" w:rsidP="00C51ED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Bayernfine" w:hAnsi="Bayernfine"/>
                <w:b/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3AD2E85" wp14:editId="55DE9981">
                      <wp:simplePos x="0" y="0"/>
                      <wp:positionH relativeFrom="column">
                        <wp:posOffset>4408805</wp:posOffset>
                      </wp:positionH>
                      <wp:positionV relativeFrom="paragraph">
                        <wp:posOffset>169545</wp:posOffset>
                      </wp:positionV>
                      <wp:extent cx="2324100" cy="1123950"/>
                      <wp:effectExtent l="0" t="0" r="0" b="0"/>
                      <wp:wrapNone/>
                      <wp:docPr id="79" name="Textfeld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24100" cy="1123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ellenraster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36"/>
                                    <w:gridCol w:w="1134"/>
                                  </w:tblGrid>
                                  <w:tr w:rsidR="00C51EDE" w:rsidTr="00E82F04">
                                    <w:trPr>
                                      <w:trHeight w:val="500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C51EDE" w:rsidRPr="00C51EDE" w:rsidRDefault="00C51EDE" w:rsidP="00475F23">
                                        <w:pPr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</w:pPr>
                                        <w:r w:rsidRPr="00C51EDE"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  <w:t>zwängt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</w:tcPr>
                                      <w:p w:rsidR="00C51EDE" w:rsidRDefault="00C51EDE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51EDE" w:rsidTr="00E82F04">
                                    <w:trPr>
                                      <w:trHeight w:val="521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C51EDE" w:rsidRPr="00C51EDE" w:rsidRDefault="00C51EDE" w:rsidP="00475F23">
                                        <w:pPr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</w:pPr>
                                        <w:r w:rsidRPr="00C51EDE"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  <w:t>nie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</w:tcPr>
                                      <w:p w:rsidR="00C51EDE" w:rsidRDefault="00C51EDE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51EDE" w:rsidTr="00E82F04">
                                    <w:trPr>
                                      <w:trHeight w:val="500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C51EDE" w:rsidRPr="00C51EDE" w:rsidRDefault="00C51EDE" w:rsidP="00475F23">
                                        <w:pPr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</w:pPr>
                                        <w:r w:rsidRPr="00C51EDE"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  <w:t>Schwimmhäute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</w:tcPr>
                                      <w:p w:rsidR="00C51EDE" w:rsidRDefault="00C51EDE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C51EDE" w:rsidRDefault="00C51EDE" w:rsidP="00C51ED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79" o:spid="_x0000_s1029" type="#_x0000_t202" style="position:absolute;left:0;text-align:left;margin-left:347.15pt;margin-top:13.35pt;width:183pt;height:88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" fillcolor="white [3201]" stroked="f" strokeweight=".5pt">
                      <v:textbo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336"/>
                              <w:gridCol w:w="1134"/>
                            </w:tblGrid>
                            <w:tr w:rsidR="00C51EDE" w:rsidTr="00E82F04">
                              <w:trPr>
                                <w:trHeight w:val="500"/>
                              </w:trPr>
                              <w:tc>
                                <w:tcPr>
                                  <w:tcW w:w="2263" w:type="dxa"/>
                                </w:tcPr>
                                <w:p w:rsidR="00C51EDE" w:rsidRPr="00C51EDE" w:rsidRDefault="00C51EDE" w:rsidP="00475F23">
                                  <w:pPr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</w:pPr>
                                  <w:r w:rsidRPr="00C51EDE"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  <w:t>zwängt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C51EDE" w:rsidRDefault="00C51EDE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C51EDE" w:rsidTr="00E82F04">
                              <w:trPr>
                                <w:trHeight w:val="521"/>
                              </w:trPr>
                              <w:tc>
                                <w:tcPr>
                                  <w:tcW w:w="2263" w:type="dxa"/>
                                </w:tcPr>
                                <w:p w:rsidR="00C51EDE" w:rsidRPr="00C51EDE" w:rsidRDefault="00C51EDE" w:rsidP="00475F23">
                                  <w:pPr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</w:pPr>
                                  <w:r w:rsidRPr="00C51EDE"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  <w:t>nie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C51EDE" w:rsidRDefault="00C51EDE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C51EDE" w:rsidTr="00E82F04">
                              <w:trPr>
                                <w:trHeight w:val="500"/>
                              </w:trPr>
                              <w:tc>
                                <w:tcPr>
                                  <w:tcW w:w="2263" w:type="dxa"/>
                                </w:tcPr>
                                <w:p w:rsidR="00C51EDE" w:rsidRPr="00C51EDE" w:rsidRDefault="00C51EDE" w:rsidP="00475F23">
                                  <w:pPr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</w:pPr>
                                  <w:r w:rsidRPr="00C51EDE"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  <w:t>Schwimmhäute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C51EDE" w:rsidRDefault="00C51EDE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51EDE" w:rsidRDefault="00C51EDE" w:rsidP="00C51EDE"/>
                        </w:txbxContent>
                      </v:textbox>
                    </v:shape>
                  </w:pict>
                </mc:Fallback>
              </mc:AlternateContent>
            </w:r>
            <w:r w:rsidRPr="00782329">
              <w:rPr>
                <w:rFonts w:ascii="Bayernfine" w:hAnsi="Bayernfine"/>
                <w:sz w:val="28"/>
                <w:szCs w:val="28"/>
              </w:rPr>
              <w:t>Finde das Wort in der richtigen Zeile.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2318"/>
              <w:gridCol w:w="1014"/>
            </w:tblGrid>
            <w:tr w:rsidR="00C51EDE" w:rsidTr="00C51EDE">
              <w:trPr>
                <w:trHeight w:val="500"/>
              </w:trPr>
              <w:tc>
                <w:tcPr>
                  <w:tcW w:w="2263" w:type="dxa"/>
                </w:tcPr>
                <w:p w:rsidR="00C51EDE" w:rsidRPr="00C51EDE" w:rsidRDefault="00C51EDE" w:rsidP="00F23906">
                  <w:pPr>
                    <w:rPr>
                      <w:rFonts w:ascii="Bayernfine" w:hAnsi="Bayernfine"/>
                      <w:sz w:val="32"/>
                      <w:szCs w:val="26"/>
                    </w:rPr>
                  </w:pPr>
                  <w:r>
                    <w:rPr>
                      <w:rFonts w:ascii="Bayernfine" w:hAnsi="Bayernfine"/>
                      <w:sz w:val="32"/>
                      <w:szCs w:val="26"/>
                    </w:rPr>
                    <w:t>e</w:t>
                  </w:r>
                  <w:r w:rsidRPr="00C51EDE">
                    <w:rPr>
                      <w:rFonts w:ascii="Bayernfine" w:hAnsi="Bayernfine"/>
                      <w:sz w:val="32"/>
                      <w:szCs w:val="26"/>
                    </w:rPr>
                    <w:t>inmal</w:t>
                  </w:r>
                </w:p>
              </w:tc>
              <w:tc>
                <w:tcPr>
                  <w:tcW w:w="1014" w:type="dxa"/>
                </w:tcPr>
                <w:p w:rsidR="00C51EDE" w:rsidRDefault="00C51EDE" w:rsidP="00F23906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</w:p>
              </w:tc>
            </w:tr>
            <w:tr w:rsidR="00C51EDE" w:rsidTr="00C51EDE">
              <w:trPr>
                <w:trHeight w:val="521"/>
              </w:trPr>
              <w:tc>
                <w:tcPr>
                  <w:tcW w:w="2263" w:type="dxa"/>
                </w:tcPr>
                <w:p w:rsidR="00C51EDE" w:rsidRPr="00C51EDE" w:rsidRDefault="00C51EDE" w:rsidP="00F23906">
                  <w:pPr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C51EDE">
                    <w:rPr>
                      <w:rFonts w:ascii="Bayernfine" w:hAnsi="Bayernfine"/>
                      <w:sz w:val="32"/>
                      <w:szCs w:val="26"/>
                    </w:rPr>
                    <w:t>Lebens</w:t>
                  </w:r>
                </w:p>
              </w:tc>
              <w:tc>
                <w:tcPr>
                  <w:tcW w:w="1014" w:type="dxa"/>
                </w:tcPr>
                <w:p w:rsidR="00C51EDE" w:rsidRDefault="00C51EDE" w:rsidP="00F23906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</w:p>
              </w:tc>
            </w:tr>
            <w:tr w:rsidR="00C51EDE" w:rsidTr="00C51EDE">
              <w:trPr>
                <w:trHeight w:val="500"/>
              </w:trPr>
              <w:tc>
                <w:tcPr>
                  <w:tcW w:w="2263" w:type="dxa"/>
                </w:tcPr>
                <w:p w:rsidR="00C51EDE" w:rsidRPr="00C51EDE" w:rsidRDefault="00C51EDE" w:rsidP="00F23906">
                  <w:pPr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C51EDE">
                    <w:rPr>
                      <w:rFonts w:ascii="Bayernfine" w:hAnsi="Bayernfine"/>
                      <w:sz w:val="32"/>
                      <w:szCs w:val="26"/>
                    </w:rPr>
                    <w:t>Schneckenhaus</w:t>
                  </w:r>
                </w:p>
              </w:tc>
              <w:tc>
                <w:tcPr>
                  <w:tcW w:w="1014" w:type="dxa"/>
                </w:tcPr>
                <w:p w:rsidR="00C51EDE" w:rsidRDefault="00C51EDE" w:rsidP="00F23906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</w:p>
              </w:tc>
            </w:tr>
          </w:tbl>
          <w:p w:rsidR="00C51EDE" w:rsidRPr="00782329" w:rsidRDefault="00C51EDE" w:rsidP="00F23906">
            <w:pPr>
              <w:pStyle w:val="Listenabsatz"/>
              <w:rPr>
                <w:rFonts w:ascii="Bayernfine" w:hAnsi="Bayernfine"/>
                <w:b/>
                <w:sz w:val="28"/>
                <w:szCs w:val="28"/>
              </w:rPr>
            </w:pPr>
          </w:p>
          <w:p w:rsidR="00C51EDE" w:rsidRPr="00782329" w:rsidRDefault="00C51EDE" w:rsidP="00C51EDE">
            <w:pPr>
              <w:pStyle w:val="Listenabsatz"/>
              <w:numPr>
                <w:ilvl w:val="0"/>
                <w:numId w:val="3"/>
              </w:numPr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sz w:val="28"/>
                <w:szCs w:val="28"/>
              </w:rPr>
              <w:t>Warum ist die Mut</w:t>
            </w:r>
            <w:r w:rsidRPr="00782329">
              <w:rPr>
                <w:rFonts w:ascii="Bayernfine" w:hAnsi="Bayernfine"/>
                <w:color w:val="808080" w:themeColor="background1" w:themeShade="80"/>
                <w:sz w:val="28"/>
                <w:szCs w:val="28"/>
              </w:rPr>
              <w:t>pro</w:t>
            </w:r>
            <w:r w:rsidRPr="00782329">
              <w:rPr>
                <w:rFonts w:ascii="Bayernfine" w:hAnsi="Bayernfine"/>
                <w:sz w:val="28"/>
                <w:szCs w:val="28"/>
              </w:rPr>
              <w:t xml:space="preserve">be für die </w:t>
            </w:r>
            <w:r>
              <w:rPr>
                <w:rFonts w:ascii="Bayernfine" w:hAnsi="Bayernfine"/>
                <w:sz w:val="28"/>
                <w:szCs w:val="28"/>
              </w:rPr>
              <w:t>Schnecke</w:t>
            </w:r>
            <w:r w:rsidRPr="00782329">
              <w:rPr>
                <w:rFonts w:ascii="Bayernfine" w:hAnsi="Bayernfine"/>
                <w:sz w:val="28"/>
                <w:szCs w:val="28"/>
              </w:rPr>
              <w:t xml:space="preserve"> be</w:t>
            </w:r>
            <w:r w:rsidRPr="00782329">
              <w:rPr>
                <w:rFonts w:ascii="Bayernfine" w:hAnsi="Bayernfine"/>
                <w:color w:val="808080" w:themeColor="background1" w:themeShade="80"/>
                <w:sz w:val="28"/>
                <w:szCs w:val="28"/>
              </w:rPr>
              <w:t>son</w:t>
            </w:r>
            <w:r w:rsidRPr="00782329">
              <w:rPr>
                <w:rFonts w:ascii="Bayernfine" w:hAnsi="Bayernfine"/>
                <w:sz w:val="28"/>
                <w:szCs w:val="28"/>
              </w:rPr>
              <w:t>ders mutig?</w:t>
            </w:r>
          </w:p>
          <w:p w:rsidR="00C51EDE" w:rsidRDefault="00C51EDE" w:rsidP="00F23906">
            <w:pPr>
              <w:jc w:val="center"/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w:drawing>
                <wp:anchor distT="0" distB="0" distL="114300" distR="114300" simplePos="0" relativeHeight="251674624" behindDoc="0" locked="0" layoutInCell="1" allowOverlap="1" wp14:anchorId="1873997D" wp14:editId="25D4174B">
                  <wp:simplePos x="0" y="0"/>
                  <wp:positionH relativeFrom="column">
                    <wp:posOffset>103050</wp:posOffset>
                  </wp:positionH>
                  <wp:positionV relativeFrom="paragraph">
                    <wp:posOffset>58803</wp:posOffset>
                  </wp:positionV>
                  <wp:extent cx="6418195" cy="540385"/>
                  <wp:effectExtent l="0" t="0" r="1905" b="0"/>
                  <wp:wrapNone/>
                  <wp:docPr id="60" name="Grafik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819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51EDE" w:rsidRDefault="00C51EDE" w:rsidP="00F23906">
            <w:pPr>
              <w:rPr>
                <w:rFonts w:ascii="Bayernfine" w:hAnsi="Bayernfine"/>
                <w:sz w:val="28"/>
              </w:rPr>
            </w:pPr>
          </w:p>
          <w:p w:rsidR="00C51EDE" w:rsidRDefault="00C51EDE" w:rsidP="00F23906">
            <w:pPr>
              <w:rPr>
                <w:rFonts w:ascii="Bayernfine" w:hAnsi="Bayernfine"/>
                <w:sz w:val="28"/>
              </w:rPr>
            </w:pPr>
          </w:p>
          <w:p w:rsidR="00C51EDE" w:rsidRDefault="00C51EDE" w:rsidP="00F23906">
            <w:pPr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w:drawing>
                <wp:anchor distT="0" distB="0" distL="114300" distR="114300" simplePos="0" relativeHeight="251675648" behindDoc="0" locked="0" layoutInCell="1" allowOverlap="1" wp14:anchorId="548E6BA4" wp14:editId="76C452C8">
                  <wp:simplePos x="0" y="0"/>
                  <wp:positionH relativeFrom="column">
                    <wp:posOffset>111281</wp:posOffset>
                  </wp:positionH>
                  <wp:positionV relativeFrom="paragraph">
                    <wp:posOffset>11451</wp:posOffset>
                  </wp:positionV>
                  <wp:extent cx="6418195" cy="540385"/>
                  <wp:effectExtent l="0" t="0" r="1905" b="0"/>
                  <wp:wrapNone/>
                  <wp:docPr id="61" name="Grafik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819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51EDE" w:rsidRDefault="00C51EDE" w:rsidP="00F23906">
            <w:pPr>
              <w:rPr>
                <w:rFonts w:ascii="Bayernfine" w:hAnsi="Bayernfine"/>
                <w:sz w:val="28"/>
              </w:rPr>
            </w:pPr>
          </w:p>
          <w:p w:rsidR="00C51EDE" w:rsidRDefault="00C51EDE" w:rsidP="00F23906">
            <w:pPr>
              <w:rPr>
                <w:rFonts w:ascii="Bayernfine" w:hAnsi="Bayernfine"/>
                <w:sz w:val="28"/>
              </w:rPr>
            </w:pPr>
          </w:p>
          <w:p w:rsidR="00C51EDE" w:rsidRPr="00782329" w:rsidRDefault="00C51EDE" w:rsidP="00C51EDE">
            <w:pPr>
              <w:pStyle w:val="Listenabsatz"/>
              <w:numPr>
                <w:ilvl w:val="0"/>
                <w:numId w:val="3"/>
              </w:numPr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w:drawing>
                <wp:anchor distT="0" distB="0" distL="114300" distR="114300" simplePos="0" relativeHeight="251676672" behindDoc="0" locked="0" layoutInCell="1" allowOverlap="1" wp14:anchorId="64A8CB8C" wp14:editId="3A95B4AB">
                  <wp:simplePos x="0" y="0"/>
                  <wp:positionH relativeFrom="column">
                    <wp:posOffset>163303</wp:posOffset>
                  </wp:positionH>
                  <wp:positionV relativeFrom="paragraph">
                    <wp:posOffset>330583</wp:posOffset>
                  </wp:positionV>
                  <wp:extent cx="6305801" cy="540364"/>
                  <wp:effectExtent l="0" t="0" r="0" b="0"/>
                  <wp:wrapNone/>
                  <wp:docPr id="62" name="Grafik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5801" cy="540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>
              <w:rPr>
                <w:rFonts w:ascii="Bayernfine" w:hAnsi="Bayernfine"/>
                <w:sz w:val="28"/>
              </w:rPr>
              <w:t>Was machen Schnecken normalerweise?</w:t>
            </w:r>
            <w:r>
              <w:rPr>
                <w:noProof/>
                <w:lang w:eastAsia="de-DE"/>
              </w:rPr>
              <w:t xml:space="preserve"> </w:t>
            </w:r>
          </w:p>
        </w:tc>
      </w:tr>
    </w:tbl>
    <w:p w:rsidR="00C51EDE" w:rsidRDefault="00C51EDE" w:rsidP="00C51EDE"/>
    <w:tbl>
      <w:tblPr>
        <w:tblStyle w:val="Tabellenraster"/>
        <w:tblW w:w="10758" w:type="dxa"/>
        <w:tblLook w:val="04A0" w:firstRow="1" w:lastRow="0" w:firstColumn="1" w:lastColumn="0" w:noHBand="0" w:noVBand="1"/>
      </w:tblPr>
      <w:tblGrid>
        <w:gridCol w:w="9322"/>
        <w:gridCol w:w="1436"/>
      </w:tblGrid>
      <w:tr w:rsidR="00C51EDE" w:rsidTr="00F23906">
        <w:trPr>
          <w:trHeight w:val="679"/>
        </w:trPr>
        <w:tc>
          <w:tcPr>
            <w:tcW w:w="9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1EDE" w:rsidRDefault="00C51EDE" w:rsidP="00F23906">
            <w:pPr>
              <w:spacing w:before="240"/>
            </w:pPr>
            <w:r w:rsidRPr="00280E9C">
              <w:rPr>
                <w:noProof/>
                <w:sz w:val="28"/>
                <w:lang w:eastAsia="de-DE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1C40D2CC" wp14:editId="7DE3AB4E">
                      <wp:simplePos x="0" y="0"/>
                      <wp:positionH relativeFrom="column">
                        <wp:posOffset>576987</wp:posOffset>
                      </wp:positionH>
                      <wp:positionV relativeFrom="paragraph">
                        <wp:posOffset>62837</wp:posOffset>
                      </wp:positionV>
                      <wp:extent cx="4728949" cy="349885"/>
                      <wp:effectExtent l="0" t="0" r="14605" b="12065"/>
                      <wp:wrapNone/>
                      <wp:docPr id="32" name="Group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4728949" cy="349885"/>
                                <a:chOff x="1134" y="9234"/>
                                <a:chExt cx="1870" cy="540"/>
                              </a:xfrm>
                            </wpg:grpSpPr>
                            <wps:wsp>
                              <wps:cNvPr id="33" name="Rectangle 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23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Rectangle 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41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Rectangle 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134" y="9594"/>
                                  <a:ext cx="187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8F9635B" id="Group 6" o:spid="_x0000_s1026" style="position:absolute;margin-left:45.45pt;margin-top:4.95pt;width:372.35pt;height:27.55pt;z-index:251681792" coordorigin="1134,9234" coordsize="187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">
                      <o:lock v:ext="edit" aspectratio="t"/>
                      <v:rect id="Rectangle 7" o:spid="_x0000_s1027" style="position:absolute;left:1134;top:923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">
                        <o:lock v:ext="edit" aspectratio="t"/>
                      </v:rect>
                      <v:rect id="Rectangle 8" o:spid="_x0000_s1028" style="position:absolute;left:1134;top:941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" fillcolor="silver">
                        <o:lock v:ext="edit" aspectratio="t"/>
                      </v:rect>
                      <v:rect id="Rectangle 9" o:spid="_x0000_s1029" style="position:absolute;left:1134;top:9594;width:18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">
                        <o:lock v:ext="edit" aspectratio="t"/>
                      </v:rect>
                    </v:group>
                  </w:pict>
                </mc:Fallback>
              </mc:AlternateContent>
            </w:r>
            <w:r w:rsidRPr="00280E9C">
              <w:rPr>
                <w:rFonts w:ascii="Bayernfine" w:hAnsi="Bayernfine"/>
                <w:sz w:val="28"/>
              </w:rPr>
              <w:t>Name</w:t>
            </w:r>
            <w:r>
              <w:rPr>
                <w:rFonts w:ascii="Bayernfine" w:hAnsi="Bayernfine"/>
              </w:rPr>
              <w:t xml:space="preserve">: 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1EDE" w:rsidRDefault="00C51EDE" w:rsidP="00F23906">
            <w:r w:rsidRPr="00E55AB7">
              <w:rPr>
                <w:rFonts w:ascii="Bayerndruck-n" w:hAnsi="Bayerndruck-n"/>
                <w:noProof/>
                <w:sz w:val="40"/>
                <w:lang w:eastAsia="de-DE"/>
              </w:rPr>
              <w:drawing>
                <wp:anchor distT="0" distB="0" distL="114300" distR="114300" simplePos="0" relativeHeight="251680768" behindDoc="0" locked="0" layoutInCell="1" allowOverlap="1" wp14:anchorId="222FCF51" wp14:editId="1F311332">
                  <wp:simplePos x="0" y="0"/>
                  <wp:positionH relativeFrom="column">
                    <wp:posOffset>133858</wp:posOffset>
                  </wp:positionH>
                  <wp:positionV relativeFrom="paragraph">
                    <wp:posOffset>28500</wp:posOffset>
                  </wp:positionV>
                  <wp:extent cx="590823" cy="369290"/>
                  <wp:effectExtent l="0" t="0" r="0" b="0"/>
                  <wp:wrapNone/>
                  <wp:docPr id="63" name="Grafik 4" descr="Les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es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774" cy="403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C51EDE" w:rsidTr="00F23906">
        <w:trPr>
          <w:trHeight w:val="14290"/>
        </w:trPr>
        <w:tc>
          <w:tcPr>
            <w:tcW w:w="107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1EDE" w:rsidRPr="006A18FC" w:rsidRDefault="00C51EDE" w:rsidP="00F23906">
            <w:pPr>
              <w:jc w:val="right"/>
              <w:rPr>
                <w:rFonts w:ascii="Bayernfine" w:hAnsi="Bayernfine"/>
                <w:sz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91008" behindDoc="0" locked="0" layoutInCell="1" allowOverlap="1" wp14:anchorId="4A095D31" wp14:editId="6449037B">
                  <wp:simplePos x="0" y="0"/>
                  <wp:positionH relativeFrom="margin">
                    <wp:posOffset>4963795</wp:posOffset>
                  </wp:positionH>
                  <wp:positionV relativeFrom="paragraph">
                    <wp:posOffset>20955</wp:posOffset>
                  </wp:positionV>
                  <wp:extent cx="1503737" cy="1543050"/>
                  <wp:effectExtent l="0" t="0" r="1270" b="0"/>
                  <wp:wrapNone/>
                  <wp:docPr id="78" name="Grafik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3737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Bayernfine" w:hAnsi="Bayernfine"/>
                <w:sz w:val="28"/>
              </w:rPr>
              <w:t>3</w:t>
            </w:r>
          </w:p>
          <w:p w:rsidR="00C51EDE" w:rsidRDefault="00C51EDE" w:rsidP="00F23906">
            <w:pPr>
              <w:rPr>
                <w:rFonts w:ascii="Bayernfine" w:hAnsi="Bayernfine"/>
                <w:sz w:val="28"/>
              </w:rPr>
            </w:pPr>
          </w:p>
          <w:p w:rsidR="00C51EDE" w:rsidRPr="00782329" w:rsidRDefault="00C51EDE" w:rsidP="00F23906">
            <w:pPr>
              <w:jc w:val="center"/>
              <w:rPr>
                <w:rFonts w:ascii="Bayernfine" w:hAnsi="Bayernfine"/>
                <w:b/>
                <w:sz w:val="28"/>
                <w:szCs w:val="28"/>
              </w:rPr>
            </w:pPr>
            <w:r w:rsidRPr="00782329">
              <w:rPr>
                <w:rFonts w:ascii="Bayernfine" w:hAnsi="Bayernfine"/>
                <w:b/>
                <w:sz w:val="28"/>
                <w:szCs w:val="28"/>
              </w:rPr>
              <w:t xml:space="preserve"> „</w:t>
            </w:r>
            <w:r>
              <w:rPr>
                <w:rFonts w:ascii="Bayernfine" w:hAnsi="Bayernfine"/>
                <w:b/>
                <w:sz w:val="28"/>
                <w:szCs w:val="28"/>
              </w:rPr>
              <w:t>Der</w:t>
            </w:r>
            <w:r w:rsidRPr="00782329">
              <w:rPr>
                <w:rFonts w:ascii="Bayernfine" w:hAnsi="Bayernfine"/>
                <w:b/>
                <w:sz w:val="28"/>
                <w:szCs w:val="28"/>
              </w:rPr>
              <w:t xml:space="preserve"> mutige </w:t>
            </w:r>
            <w:r>
              <w:rPr>
                <w:rFonts w:ascii="Bayernfine" w:hAnsi="Bayernfine"/>
                <w:b/>
                <w:sz w:val="28"/>
                <w:szCs w:val="28"/>
              </w:rPr>
              <w:t>Spatz</w:t>
            </w:r>
            <w:r w:rsidRPr="00782329">
              <w:rPr>
                <w:rFonts w:ascii="Bayernfine" w:hAnsi="Bayernfine"/>
                <w:b/>
                <w:sz w:val="28"/>
                <w:szCs w:val="28"/>
              </w:rPr>
              <w:t>“</w:t>
            </w:r>
          </w:p>
          <w:p w:rsidR="00C51EDE" w:rsidRPr="00782329" w:rsidRDefault="00C51EDE" w:rsidP="00F23906">
            <w:pPr>
              <w:jc w:val="center"/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b/>
                <w:sz w:val="28"/>
                <w:szCs w:val="28"/>
              </w:rPr>
              <w:t>Du kennst dich aus!</w:t>
            </w:r>
            <w:r w:rsidRPr="00782329">
              <w:rPr>
                <w:rFonts w:ascii="Bayernfine" w:hAnsi="Bayernfine"/>
                <w:sz w:val="28"/>
                <w:szCs w:val="28"/>
              </w:rPr>
              <w:t xml:space="preserve"> </w:t>
            </w:r>
            <w:r w:rsidRPr="00782329">
              <w:rPr>
                <w:rFonts w:ascii="Bayernfine" w:hAnsi="Bayernfine"/>
                <w:noProof/>
                <w:sz w:val="28"/>
                <w:szCs w:val="28"/>
                <w:lang w:eastAsia="de-DE"/>
              </w:rPr>
              <w:drawing>
                <wp:inline distT="0" distB="0" distL="0" distR="0" wp14:anchorId="583ABE41" wp14:editId="60A1A70B">
                  <wp:extent cx="282875" cy="282875"/>
                  <wp:effectExtent l="19050" t="0" r="2875" b="0"/>
                  <wp:docPr id="65" name="Bild 2" descr="C:\Program Files (x86)\Picto Selector\png\ARASAAC Symbol Set\228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Picto Selector\png\ARASAAC Symbol Set\228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031" cy="2830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1EDE" w:rsidRDefault="00C51EDE" w:rsidP="00F23906">
            <w:pPr>
              <w:jc w:val="center"/>
              <w:rPr>
                <w:rFonts w:ascii="Bayernfine" w:hAnsi="Bayernfine"/>
                <w:sz w:val="28"/>
                <w:szCs w:val="28"/>
              </w:rPr>
            </w:pPr>
          </w:p>
          <w:p w:rsidR="00C51EDE" w:rsidRDefault="00C51EDE" w:rsidP="00C51EDE">
            <w:pPr>
              <w:pStyle w:val="Listenabsatz"/>
              <w:numPr>
                <w:ilvl w:val="0"/>
                <w:numId w:val="4"/>
              </w:numPr>
              <w:rPr>
                <w:rFonts w:ascii="Bayernfine" w:hAnsi="Bayernfine"/>
                <w:sz w:val="28"/>
                <w:szCs w:val="28"/>
              </w:rPr>
            </w:pPr>
            <w:r w:rsidRPr="00782329">
              <w:rPr>
                <w:rFonts w:ascii="Bayernfine" w:hAnsi="Bayernfine"/>
                <w:sz w:val="28"/>
                <w:szCs w:val="28"/>
              </w:rPr>
              <w:t>Richtig oder falsch?</w:t>
            </w:r>
          </w:p>
          <w:p w:rsidR="00C51EDE" w:rsidRPr="00782329" w:rsidRDefault="00C51EDE" w:rsidP="00C51EDE">
            <w:pPr>
              <w:pStyle w:val="Listenabsatz"/>
              <w:rPr>
                <w:rFonts w:ascii="Bayernfine" w:hAnsi="Bayernfine"/>
                <w:sz w:val="28"/>
                <w:szCs w:val="28"/>
              </w:rPr>
            </w:pP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8682"/>
              <w:gridCol w:w="1719"/>
            </w:tblGrid>
            <w:tr w:rsidR="00C51EDE" w:rsidTr="00C51EDE">
              <w:trPr>
                <w:trHeight w:val="501"/>
              </w:trPr>
              <w:tc>
                <w:tcPr>
                  <w:tcW w:w="8682" w:type="dxa"/>
                </w:tcPr>
                <w:p w:rsidR="00C51EDE" w:rsidRPr="00C51EDE" w:rsidRDefault="00C51EDE" w:rsidP="00C51EDE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C51EDE">
                    <w:rPr>
                      <w:rFonts w:ascii="Bayernfine" w:hAnsi="Bayernfine"/>
                      <w:sz w:val="32"/>
                      <w:szCs w:val="26"/>
                    </w:rPr>
                    <w:t>Der Spatz hat sofort eine Idee.</w:t>
                  </w:r>
                </w:p>
              </w:tc>
              <w:tc>
                <w:tcPr>
                  <w:tcW w:w="1719" w:type="dxa"/>
                </w:tcPr>
                <w:p w:rsidR="00C51EDE" w:rsidRDefault="00C51EDE" w:rsidP="00C51EDE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3DE49C5B" wp14:editId="064F31D1">
                        <wp:extent cx="633745" cy="297712"/>
                        <wp:effectExtent l="0" t="0" r="0" b="7620"/>
                        <wp:docPr id="113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51EDE" w:rsidTr="00C51EDE">
              <w:trPr>
                <w:trHeight w:val="485"/>
              </w:trPr>
              <w:tc>
                <w:tcPr>
                  <w:tcW w:w="8682" w:type="dxa"/>
                </w:tcPr>
                <w:p w:rsidR="00C51EDE" w:rsidRPr="00C51EDE" w:rsidRDefault="00C51EDE" w:rsidP="00C51EDE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C51EDE">
                    <w:rPr>
                      <w:rFonts w:ascii="Bayernfine" w:hAnsi="Bayernfine"/>
                      <w:sz w:val="32"/>
                      <w:szCs w:val="26"/>
                    </w:rPr>
                    <w:t>Die Tiere sind sehr gespannt.</w:t>
                  </w:r>
                </w:p>
              </w:tc>
              <w:tc>
                <w:tcPr>
                  <w:tcW w:w="1719" w:type="dxa"/>
                </w:tcPr>
                <w:p w:rsidR="00C51EDE" w:rsidRDefault="00C51EDE" w:rsidP="00C51EDE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2736E1D7" wp14:editId="7F82B072">
                        <wp:extent cx="633745" cy="297712"/>
                        <wp:effectExtent l="0" t="0" r="0" b="7620"/>
                        <wp:docPr id="114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51EDE" w:rsidTr="00C51EDE">
              <w:trPr>
                <w:trHeight w:val="501"/>
              </w:trPr>
              <w:tc>
                <w:tcPr>
                  <w:tcW w:w="8682" w:type="dxa"/>
                </w:tcPr>
                <w:p w:rsidR="00C51EDE" w:rsidRPr="00C51EDE" w:rsidRDefault="00C51EDE" w:rsidP="00C51EDE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C51EDE">
                    <w:rPr>
                      <w:rFonts w:ascii="Bayernfine" w:hAnsi="Bayernfine"/>
                      <w:sz w:val="32"/>
                      <w:szCs w:val="26"/>
                    </w:rPr>
                    <w:t>Spatzen sind freche und mutige Tiere.</w:t>
                  </w:r>
                </w:p>
              </w:tc>
              <w:tc>
                <w:tcPr>
                  <w:tcW w:w="1719" w:type="dxa"/>
                </w:tcPr>
                <w:p w:rsidR="00C51EDE" w:rsidRDefault="00C51EDE" w:rsidP="00C51EDE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53B80038" wp14:editId="54ED5975">
                        <wp:extent cx="633745" cy="297712"/>
                        <wp:effectExtent l="0" t="0" r="0" b="7620"/>
                        <wp:docPr id="115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51EDE" w:rsidTr="00C51EDE">
              <w:trPr>
                <w:trHeight w:val="501"/>
              </w:trPr>
              <w:tc>
                <w:tcPr>
                  <w:tcW w:w="8682" w:type="dxa"/>
                </w:tcPr>
                <w:p w:rsidR="00C51EDE" w:rsidRPr="00C51EDE" w:rsidRDefault="00C51EDE" w:rsidP="00C51EDE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C51EDE">
                    <w:rPr>
                      <w:rFonts w:ascii="Bayernfine" w:hAnsi="Bayernfine"/>
                      <w:sz w:val="32"/>
                      <w:szCs w:val="26"/>
                    </w:rPr>
                    <w:t>Der Spatz sagt: „Ich mache nicht mit.“</w:t>
                  </w:r>
                </w:p>
              </w:tc>
              <w:tc>
                <w:tcPr>
                  <w:tcW w:w="1719" w:type="dxa"/>
                </w:tcPr>
                <w:p w:rsidR="00C51EDE" w:rsidRDefault="00C51EDE" w:rsidP="00C51EDE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308DB3AC" wp14:editId="4732A2FA">
                        <wp:extent cx="633745" cy="297712"/>
                        <wp:effectExtent l="0" t="0" r="0" b="7620"/>
                        <wp:docPr id="116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51EDE" w:rsidTr="00C51EDE">
              <w:trPr>
                <w:trHeight w:val="485"/>
              </w:trPr>
              <w:tc>
                <w:tcPr>
                  <w:tcW w:w="8682" w:type="dxa"/>
                </w:tcPr>
                <w:p w:rsidR="00C51EDE" w:rsidRPr="00C51EDE" w:rsidRDefault="00C51EDE" w:rsidP="00C51EDE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C51EDE">
                    <w:rPr>
                      <w:rFonts w:ascii="Bayernfine" w:hAnsi="Bayernfine"/>
                      <w:sz w:val="32"/>
                      <w:szCs w:val="26"/>
                    </w:rPr>
                    <w:t>Die drei Tiere müssen lange überlegen.</w:t>
                  </w:r>
                </w:p>
              </w:tc>
              <w:tc>
                <w:tcPr>
                  <w:tcW w:w="1719" w:type="dxa"/>
                </w:tcPr>
                <w:p w:rsidR="00C51EDE" w:rsidRDefault="00C51EDE" w:rsidP="00C51EDE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7CA33452" wp14:editId="1C1B3663">
                        <wp:extent cx="633745" cy="297712"/>
                        <wp:effectExtent l="0" t="0" r="0" b="7620"/>
                        <wp:docPr id="117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51EDE" w:rsidTr="00C51EDE">
              <w:trPr>
                <w:trHeight w:val="501"/>
              </w:trPr>
              <w:tc>
                <w:tcPr>
                  <w:tcW w:w="8682" w:type="dxa"/>
                </w:tcPr>
                <w:p w:rsidR="00C51EDE" w:rsidRPr="00C51EDE" w:rsidRDefault="00C51EDE" w:rsidP="00C51EDE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C51EDE">
                    <w:rPr>
                      <w:rFonts w:ascii="Bayernfine" w:hAnsi="Bayernfine"/>
                      <w:sz w:val="32"/>
                      <w:szCs w:val="26"/>
                    </w:rPr>
                    <w:t>Am Ende verstehen sie den Spatzen.</w:t>
                  </w:r>
                </w:p>
              </w:tc>
              <w:tc>
                <w:tcPr>
                  <w:tcW w:w="1719" w:type="dxa"/>
                </w:tcPr>
                <w:p w:rsidR="00C51EDE" w:rsidRDefault="00C51EDE" w:rsidP="00C51EDE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5B022C89" wp14:editId="7D7362ED">
                        <wp:extent cx="633745" cy="297712"/>
                        <wp:effectExtent l="0" t="0" r="0" b="7620"/>
                        <wp:docPr id="118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51EDE" w:rsidTr="00C51EDE">
              <w:trPr>
                <w:trHeight w:val="485"/>
              </w:trPr>
              <w:tc>
                <w:tcPr>
                  <w:tcW w:w="8682" w:type="dxa"/>
                </w:tcPr>
                <w:p w:rsidR="00C51EDE" w:rsidRPr="00C51EDE" w:rsidRDefault="00C51EDE" w:rsidP="00C51EDE">
                  <w:pPr>
                    <w:spacing w:before="40" w:after="40"/>
                    <w:rPr>
                      <w:rFonts w:ascii="Bayernfine" w:hAnsi="Bayernfine"/>
                      <w:sz w:val="32"/>
                      <w:szCs w:val="26"/>
                    </w:rPr>
                  </w:pPr>
                  <w:r w:rsidRPr="00C51EDE">
                    <w:rPr>
                      <w:rFonts w:ascii="Bayernfine" w:hAnsi="Bayernfine"/>
                      <w:sz w:val="32"/>
                      <w:szCs w:val="26"/>
                    </w:rPr>
                    <w:t>Alle Tiere finden den Spatz sehr mutig.</w:t>
                  </w:r>
                </w:p>
              </w:tc>
              <w:tc>
                <w:tcPr>
                  <w:tcW w:w="1719" w:type="dxa"/>
                </w:tcPr>
                <w:p w:rsidR="00C51EDE" w:rsidRDefault="00C51EDE" w:rsidP="00C51EDE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  <w:r w:rsidRPr="00BE43A9">
                    <w:rPr>
                      <w:rFonts w:ascii="Bayernfine" w:hAnsi="Bayernfine"/>
                      <w:noProof/>
                      <w:sz w:val="28"/>
                      <w:szCs w:val="32"/>
                      <w:lang w:eastAsia="de-DE"/>
                    </w:rPr>
                    <w:drawing>
                      <wp:inline distT="0" distB="0" distL="0" distR="0" wp14:anchorId="4EA71229" wp14:editId="7A7096AB">
                        <wp:extent cx="633745" cy="297712"/>
                        <wp:effectExtent l="0" t="0" r="0" b="7620"/>
                        <wp:docPr id="120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89" b="767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633745" cy="297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51EDE" w:rsidRDefault="00C51EDE" w:rsidP="00F23906">
            <w:pPr>
              <w:pStyle w:val="Listenabsatz"/>
              <w:rPr>
                <w:rFonts w:ascii="Bayernfine" w:hAnsi="Bayernfine"/>
                <w:b/>
                <w:sz w:val="28"/>
                <w:szCs w:val="28"/>
              </w:rPr>
            </w:pPr>
          </w:p>
          <w:p w:rsidR="00C51EDE" w:rsidRPr="00782329" w:rsidRDefault="00C51EDE" w:rsidP="00F23906">
            <w:pPr>
              <w:rPr>
                <w:rFonts w:ascii="Bayernfine" w:hAnsi="Bayernfine"/>
                <w:sz w:val="28"/>
                <w:szCs w:val="28"/>
              </w:rPr>
            </w:pPr>
          </w:p>
          <w:p w:rsidR="00C51EDE" w:rsidRPr="00C51EDE" w:rsidRDefault="00C51EDE" w:rsidP="00C51EDE">
            <w:pPr>
              <w:pStyle w:val="Listenabsatz"/>
              <w:numPr>
                <w:ilvl w:val="0"/>
                <w:numId w:val="4"/>
              </w:numPr>
              <w:rPr>
                <w:rFonts w:ascii="Bayernfine" w:hAnsi="Bayernfine"/>
                <w:sz w:val="28"/>
                <w:szCs w:val="28"/>
              </w:rPr>
            </w:pPr>
            <w:r>
              <w:rPr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24DAE6D" wp14:editId="7929394D">
                      <wp:simplePos x="0" y="0"/>
                      <wp:positionH relativeFrom="column">
                        <wp:posOffset>2265045</wp:posOffset>
                      </wp:positionH>
                      <wp:positionV relativeFrom="paragraph">
                        <wp:posOffset>168910</wp:posOffset>
                      </wp:positionV>
                      <wp:extent cx="2228850" cy="1123950"/>
                      <wp:effectExtent l="0" t="0" r="0" b="0"/>
                      <wp:wrapNone/>
                      <wp:docPr id="80" name="Textfeld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28850" cy="1123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ellenraster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63"/>
                                    <w:gridCol w:w="993"/>
                                  </w:tblGrid>
                                  <w:tr w:rsidR="00C51EDE" w:rsidTr="00C51EDE">
                                    <w:trPr>
                                      <w:trHeight w:val="500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C51EDE" w:rsidRPr="00C51EDE" w:rsidRDefault="00C51EDE" w:rsidP="00475F23">
                                        <w:pPr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</w:pPr>
                                        <w:r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  <w:t>hin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</w:tcPr>
                                      <w:p w:rsidR="00C51EDE" w:rsidRDefault="00C51EDE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51EDE" w:rsidTr="00C51EDE">
                                    <w:trPr>
                                      <w:trHeight w:val="521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C51EDE" w:rsidRPr="00C51EDE" w:rsidRDefault="00C51EDE" w:rsidP="00475F23">
                                        <w:pPr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</w:pPr>
                                        <w:r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  <w:t>hüpft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</w:tcPr>
                                      <w:p w:rsidR="00C51EDE" w:rsidRDefault="00C51EDE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51EDE" w:rsidTr="00C51EDE">
                                    <w:trPr>
                                      <w:trHeight w:val="500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C51EDE" w:rsidRPr="00C51EDE" w:rsidRDefault="00C51EDE" w:rsidP="00475F23">
                                        <w:pPr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</w:pPr>
                                        <w:r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  <w:t>schließlich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</w:tcPr>
                                      <w:p w:rsidR="00C51EDE" w:rsidRDefault="00C51EDE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C51EDE" w:rsidRDefault="00C51EDE" w:rsidP="00C51ED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80" o:spid="_x0000_s1030" type="#_x0000_t202" style="position:absolute;left:0;text-align:left;margin-left:178.35pt;margin-top:13.3pt;width:175.5pt;height:88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" fillcolor="white [3201]" stroked="f" strokeweight=".5pt">
                      <v:textbo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3"/>
                              <w:gridCol w:w="993"/>
                            </w:tblGrid>
                            <w:tr w:rsidR="00C51EDE" w:rsidTr="00C51EDE">
                              <w:trPr>
                                <w:trHeight w:val="500"/>
                              </w:trPr>
                              <w:tc>
                                <w:tcPr>
                                  <w:tcW w:w="2263" w:type="dxa"/>
                                </w:tcPr>
                                <w:p w:rsidR="00C51EDE" w:rsidRPr="00C51EDE" w:rsidRDefault="00C51EDE" w:rsidP="00475F23">
                                  <w:pPr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  <w:t>hin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:rsidR="00C51EDE" w:rsidRDefault="00C51EDE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C51EDE" w:rsidTr="00C51EDE">
                              <w:trPr>
                                <w:trHeight w:val="521"/>
                              </w:trPr>
                              <w:tc>
                                <w:tcPr>
                                  <w:tcW w:w="2263" w:type="dxa"/>
                                </w:tcPr>
                                <w:p w:rsidR="00C51EDE" w:rsidRPr="00C51EDE" w:rsidRDefault="00C51EDE" w:rsidP="00475F23">
                                  <w:pPr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  <w:t>hüpft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:rsidR="00C51EDE" w:rsidRDefault="00C51EDE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C51EDE" w:rsidTr="00C51EDE">
                              <w:trPr>
                                <w:trHeight w:val="500"/>
                              </w:trPr>
                              <w:tc>
                                <w:tcPr>
                                  <w:tcW w:w="2263" w:type="dxa"/>
                                </w:tcPr>
                                <w:p w:rsidR="00C51EDE" w:rsidRPr="00C51EDE" w:rsidRDefault="00C51EDE" w:rsidP="00475F23">
                                  <w:pPr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  <w:t>schließlich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:rsidR="00C51EDE" w:rsidRDefault="00C51EDE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51EDE" w:rsidRDefault="00C51EDE" w:rsidP="00C51ED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D883789" wp14:editId="2DC75737">
                      <wp:simplePos x="0" y="0"/>
                      <wp:positionH relativeFrom="column">
                        <wp:posOffset>4408805</wp:posOffset>
                      </wp:positionH>
                      <wp:positionV relativeFrom="paragraph">
                        <wp:posOffset>169545</wp:posOffset>
                      </wp:positionV>
                      <wp:extent cx="2324100" cy="1123950"/>
                      <wp:effectExtent l="0" t="0" r="0" b="0"/>
                      <wp:wrapNone/>
                      <wp:docPr id="81" name="Textfeld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24100" cy="1123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ellenraster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63"/>
                                    <w:gridCol w:w="1134"/>
                                  </w:tblGrid>
                                  <w:tr w:rsidR="00C51EDE" w:rsidTr="00E82F04">
                                    <w:trPr>
                                      <w:trHeight w:val="500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C51EDE" w:rsidRPr="00C51EDE" w:rsidRDefault="00C51EDE" w:rsidP="00475F23">
                                        <w:pPr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</w:pPr>
                                        <w:r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  <w:t>jubeln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</w:tcPr>
                                      <w:p w:rsidR="00C51EDE" w:rsidRDefault="00C51EDE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51EDE" w:rsidTr="00E82F04">
                                    <w:trPr>
                                      <w:trHeight w:val="521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C51EDE" w:rsidRPr="00C51EDE" w:rsidRDefault="00C51EDE" w:rsidP="00475F23">
                                        <w:pPr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</w:pPr>
                                        <w:r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  <w:t>Tiere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</w:tcPr>
                                      <w:p w:rsidR="00C51EDE" w:rsidRDefault="00C51EDE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51EDE" w:rsidTr="00E82F04">
                                    <w:trPr>
                                      <w:trHeight w:val="500"/>
                                    </w:trPr>
                                    <w:tc>
                                      <w:tcPr>
                                        <w:tcW w:w="2263" w:type="dxa"/>
                                      </w:tcPr>
                                      <w:p w:rsidR="00C51EDE" w:rsidRPr="00C51EDE" w:rsidRDefault="00C51EDE" w:rsidP="00475F23">
                                        <w:pPr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</w:pPr>
                                        <w:r>
                                          <w:rPr>
                                            <w:rFonts w:ascii="Bayernfine" w:hAnsi="Bayernfine"/>
                                            <w:sz w:val="32"/>
                                            <w:szCs w:val="26"/>
                                          </w:rPr>
                                          <w:t>jetzt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</w:tcPr>
                                      <w:p w:rsidR="00C51EDE" w:rsidRDefault="00C51EDE" w:rsidP="00475F23">
                                        <w:pPr>
                                          <w:rPr>
                                            <w:rFonts w:ascii="Bayernfine" w:hAnsi="Bayernfine"/>
                                            <w:sz w:val="26"/>
                                            <w:szCs w:val="2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C51EDE" w:rsidRDefault="00C51EDE" w:rsidP="00C51ED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81" o:spid="_x0000_s1031" type="#_x0000_t202" style="position:absolute;left:0;text-align:left;margin-left:347.15pt;margin-top:13.35pt;width:183pt;height:88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" fillcolor="white [3201]" stroked="f" strokeweight=".5pt">
                      <v:textbo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3"/>
                              <w:gridCol w:w="1134"/>
                            </w:tblGrid>
                            <w:tr w:rsidR="00C51EDE" w:rsidTr="00E82F04">
                              <w:trPr>
                                <w:trHeight w:val="500"/>
                              </w:trPr>
                              <w:tc>
                                <w:tcPr>
                                  <w:tcW w:w="2263" w:type="dxa"/>
                                </w:tcPr>
                                <w:p w:rsidR="00C51EDE" w:rsidRPr="00C51EDE" w:rsidRDefault="00C51EDE" w:rsidP="00475F23">
                                  <w:pPr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  <w:t>jubeln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C51EDE" w:rsidRDefault="00C51EDE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C51EDE" w:rsidTr="00E82F04">
                              <w:trPr>
                                <w:trHeight w:val="521"/>
                              </w:trPr>
                              <w:tc>
                                <w:tcPr>
                                  <w:tcW w:w="2263" w:type="dxa"/>
                                </w:tcPr>
                                <w:p w:rsidR="00C51EDE" w:rsidRPr="00C51EDE" w:rsidRDefault="00C51EDE" w:rsidP="00475F23">
                                  <w:pPr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  <w:t>Tiere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C51EDE" w:rsidRDefault="00C51EDE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C51EDE" w:rsidTr="00E82F04">
                              <w:trPr>
                                <w:trHeight w:val="500"/>
                              </w:trPr>
                              <w:tc>
                                <w:tcPr>
                                  <w:tcW w:w="2263" w:type="dxa"/>
                                </w:tcPr>
                                <w:p w:rsidR="00C51EDE" w:rsidRPr="00C51EDE" w:rsidRDefault="00C51EDE" w:rsidP="00475F23">
                                  <w:pPr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ayernfine" w:hAnsi="Bayernfine"/>
                                      <w:sz w:val="32"/>
                                      <w:szCs w:val="26"/>
                                    </w:rPr>
                                    <w:t>jetzt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C51EDE" w:rsidRDefault="00C51EDE" w:rsidP="00475F23">
                                  <w:pPr>
                                    <w:rPr>
                                      <w:rFonts w:ascii="Bayernfine" w:hAnsi="Bayernfine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51EDE" w:rsidRDefault="00C51EDE" w:rsidP="00C51EDE"/>
                        </w:txbxContent>
                      </v:textbox>
                    </v:shape>
                  </w:pict>
                </mc:Fallback>
              </mc:AlternateContent>
            </w:r>
            <w:r w:rsidRPr="00C51EDE">
              <w:rPr>
                <w:rFonts w:ascii="Bayernfine" w:hAnsi="Bayernfine"/>
                <w:sz w:val="28"/>
                <w:szCs w:val="28"/>
              </w:rPr>
              <w:t>Finde das Wort in der richtigen Zeile.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2263"/>
              <w:gridCol w:w="1014"/>
            </w:tblGrid>
            <w:tr w:rsidR="00C51EDE" w:rsidTr="00F23906">
              <w:trPr>
                <w:trHeight w:val="500"/>
              </w:trPr>
              <w:tc>
                <w:tcPr>
                  <w:tcW w:w="2263" w:type="dxa"/>
                </w:tcPr>
                <w:p w:rsidR="00C51EDE" w:rsidRPr="00C51EDE" w:rsidRDefault="00C51EDE" w:rsidP="00C51EDE">
                  <w:pPr>
                    <w:rPr>
                      <w:rFonts w:ascii="Bayernfine" w:hAnsi="Bayernfine"/>
                      <w:sz w:val="32"/>
                      <w:szCs w:val="26"/>
                    </w:rPr>
                  </w:pPr>
                  <w:r>
                    <w:rPr>
                      <w:rFonts w:ascii="Bayernfine" w:hAnsi="Bayernfine"/>
                      <w:sz w:val="32"/>
                      <w:szCs w:val="26"/>
                    </w:rPr>
                    <w:t>frech</w:t>
                  </w:r>
                </w:p>
              </w:tc>
              <w:tc>
                <w:tcPr>
                  <w:tcW w:w="1014" w:type="dxa"/>
                </w:tcPr>
                <w:p w:rsidR="00C51EDE" w:rsidRDefault="00C51EDE" w:rsidP="00C51EDE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</w:p>
              </w:tc>
            </w:tr>
            <w:tr w:rsidR="00C51EDE" w:rsidTr="00F23906">
              <w:trPr>
                <w:trHeight w:val="521"/>
              </w:trPr>
              <w:tc>
                <w:tcPr>
                  <w:tcW w:w="2263" w:type="dxa"/>
                </w:tcPr>
                <w:p w:rsidR="00C51EDE" w:rsidRPr="00C51EDE" w:rsidRDefault="00C51EDE" w:rsidP="00C51EDE">
                  <w:pPr>
                    <w:rPr>
                      <w:rFonts w:ascii="Bayernfine" w:hAnsi="Bayernfine"/>
                      <w:sz w:val="32"/>
                      <w:szCs w:val="26"/>
                    </w:rPr>
                  </w:pPr>
                  <w:r>
                    <w:rPr>
                      <w:rFonts w:ascii="Bayernfine" w:hAnsi="Bayernfine"/>
                      <w:sz w:val="32"/>
                      <w:szCs w:val="26"/>
                    </w:rPr>
                    <w:t>gespannt</w:t>
                  </w:r>
                </w:p>
              </w:tc>
              <w:tc>
                <w:tcPr>
                  <w:tcW w:w="1014" w:type="dxa"/>
                </w:tcPr>
                <w:p w:rsidR="00C51EDE" w:rsidRDefault="00C51EDE" w:rsidP="00C51EDE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</w:p>
              </w:tc>
            </w:tr>
            <w:tr w:rsidR="00C51EDE" w:rsidTr="00F23906">
              <w:trPr>
                <w:trHeight w:val="500"/>
              </w:trPr>
              <w:tc>
                <w:tcPr>
                  <w:tcW w:w="2263" w:type="dxa"/>
                </w:tcPr>
                <w:p w:rsidR="00C51EDE" w:rsidRPr="00C51EDE" w:rsidRDefault="00C51EDE" w:rsidP="00C51EDE">
                  <w:pPr>
                    <w:rPr>
                      <w:rFonts w:ascii="Bayernfine" w:hAnsi="Bayernfine"/>
                      <w:sz w:val="32"/>
                      <w:szCs w:val="26"/>
                    </w:rPr>
                  </w:pPr>
                  <w:r>
                    <w:rPr>
                      <w:rFonts w:ascii="Bayernfine" w:hAnsi="Bayernfine"/>
                      <w:sz w:val="32"/>
                      <w:szCs w:val="26"/>
                    </w:rPr>
                    <w:t>endlich</w:t>
                  </w:r>
                </w:p>
              </w:tc>
              <w:tc>
                <w:tcPr>
                  <w:tcW w:w="1014" w:type="dxa"/>
                </w:tcPr>
                <w:p w:rsidR="00C51EDE" w:rsidRDefault="00C51EDE" w:rsidP="00C51EDE">
                  <w:pPr>
                    <w:rPr>
                      <w:rFonts w:ascii="Bayernfine" w:hAnsi="Bayernfine"/>
                      <w:sz w:val="26"/>
                      <w:szCs w:val="26"/>
                    </w:rPr>
                  </w:pPr>
                </w:p>
              </w:tc>
            </w:tr>
          </w:tbl>
          <w:p w:rsidR="00C51EDE" w:rsidRPr="00782329" w:rsidRDefault="00C51EDE" w:rsidP="00C51EDE">
            <w:pPr>
              <w:pStyle w:val="Listenabsatz"/>
              <w:rPr>
                <w:rFonts w:ascii="Bayernfine" w:hAnsi="Bayernfine"/>
                <w:b/>
                <w:sz w:val="28"/>
                <w:szCs w:val="28"/>
              </w:rPr>
            </w:pPr>
          </w:p>
          <w:p w:rsidR="00C51EDE" w:rsidRPr="00C51EDE" w:rsidRDefault="00C51EDE" w:rsidP="00C51EDE">
            <w:pPr>
              <w:pStyle w:val="Listenabsatz"/>
              <w:numPr>
                <w:ilvl w:val="0"/>
                <w:numId w:val="4"/>
              </w:numPr>
              <w:rPr>
                <w:rFonts w:ascii="Bayernfine" w:hAnsi="Bayernfine"/>
                <w:sz w:val="28"/>
                <w:szCs w:val="28"/>
              </w:rPr>
            </w:pPr>
            <w:r w:rsidRPr="00C51EDE">
              <w:rPr>
                <w:rFonts w:ascii="Bayernfine" w:hAnsi="Bayernfine"/>
                <w:sz w:val="28"/>
                <w:szCs w:val="28"/>
              </w:rPr>
              <w:t>Warum ist die</w:t>
            </w:r>
            <w:r>
              <w:rPr>
                <w:rFonts w:ascii="Bayernfine" w:hAnsi="Bayernfine"/>
                <w:sz w:val="28"/>
                <w:szCs w:val="28"/>
              </w:rPr>
              <w:t>se</w:t>
            </w:r>
            <w:r w:rsidRPr="00C51EDE">
              <w:rPr>
                <w:rFonts w:ascii="Bayernfine" w:hAnsi="Bayernfine"/>
                <w:sz w:val="28"/>
                <w:szCs w:val="28"/>
              </w:rPr>
              <w:t xml:space="preserve"> Mut</w:t>
            </w:r>
            <w:r w:rsidRPr="00C51EDE">
              <w:rPr>
                <w:rFonts w:ascii="Bayernfine" w:hAnsi="Bayernfine"/>
                <w:color w:val="808080" w:themeColor="background1" w:themeShade="80"/>
                <w:sz w:val="28"/>
                <w:szCs w:val="28"/>
              </w:rPr>
              <w:t>pro</w:t>
            </w:r>
            <w:r w:rsidRPr="00C51EDE">
              <w:rPr>
                <w:rFonts w:ascii="Bayernfine" w:hAnsi="Bayernfine"/>
                <w:sz w:val="28"/>
                <w:szCs w:val="28"/>
              </w:rPr>
              <w:t>be be</w:t>
            </w:r>
            <w:r w:rsidRPr="00C51EDE">
              <w:rPr>
                <w:rFonts w:ascii="Bayernfine" w:hAnsi="Bayernfine"/>
                <w:color w:val="808080" w:themeColor="background1" w:themeShade="80"/>
                <w:sz w:val="28"/>
                <w:szCs w:val="28"/>
              </w:rPr>
              <w:t>son</w:t>
            </w:r>
            <w:r w:rsidRPr="00C51EDE">
              <w:rPr>
                <w:rFonts w:ascii="Bayernfine" w:hAnsi="Bayernfine"/>
                <w:sz w:val="28"/>
                <w:szCs w:val="28"/>
              </w:rPr>
              <w:t>ders mutig?</w:t>
            </w:r>
          </w:p>
          <w:p w:rsidR="00C51EDE" w:rsidRDefault="00C51EDE" w:rsidP="00F23906">
            <w:pPr>
              <w:jc w:val="center"/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62865</wp:posOffset>
                      </wp:positionV>
                      <wp:extent cx="6427470" cy="1149985"/>
                      <wp:effectExtent l="0" t="0" r="0" b="0"/>
                      <wp:wrapNone/>
                      <wp:docPr id="82" name="Gruppieren 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27470" cy="1149985"/>
                                <a:chOff x="0" y="0"/>
                                <a:chExt cx="6427470" cy="114998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4" name="Grafik 7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17945" cy="5403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5" name="Grafik 7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525" y="609600"/>
                                  <a:ext cx="6417945" cy="5403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42E2000D" id="Gruppieren 82" o:spid="_x0000_s1026" style="position:absolute;margin-left:8.1pt;margin-top:4.95pt;width:506.1pt;height:90.55pt;z-index:251684864" coordsize="64274,1149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fik 74" o:spid="_x0000_s1027" type="#_x0000_t75" style="position:absolute;width:64179;height:54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">
                        <v:imagedata r:id="rId14" o:title=""/>
                        <v:path arrowok="t"/>
                      </v:shape>
                      <v:shape id="Grafik 75" o:spid="_x0000_s1028" type="#_x0000_t75" style="position:absolute;left:95;top:6096;width:64179;height:54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">
                        <v:imagedata r:id="rId14" o:title=""/>
                        <v:path arrowok="t"/>
                      </v:shape>
                    </v:group>
                  </w:pict>
                </mc:Fallback>
              </mc:AlternateContent>
            </w:r>
          </w:p>
          <w:p w:rsidR="00C51EDE" w:rsidRDefault="00C51EDE" w:rsidP="00F23906">
            <w:pPr>
              <w:rPr>
                <w:rFonts w:ascii="Bayernfine" w:hAnsi="Bayernfine"/>
                <w:sz w:val="28"/>
              </w:rPr>
            </w:pPr>
          </w:p>
          <w:p w:rsidR="00C51EDE" w:rsidRDefault="00C51EDE" w:rsidP="00F23906">
            <w:pPr>
              <w:rPr>
                <w:rFonts w:ascii="Bayernfine" w:hAnsi="Bayernfine"/>
                <w:sz w:val="28"/>
              </w:rPr>
            </w:pPr>
          </w:p>
          <w:p w:rsidR="00C51EDE" w:rsidRDefault="00C51EDE" w:rsidP="00F23906">
            <w:pPr>
              <w:rPr>
                <w:rFonts w:ascii="Bayernfine" w:hAnsi="Bayernfine"/>
                <w:sz w:val="28"/>
              </w:rPr>
            </w:pPr>
          </w:p>
          <w:p w:rsidR="00C51EDE" w:rsidRDefault="00C51EDE" w:rsidP="00F23906">
            <w:pPr>
              <w:rPr>
                <w:rFonts w:ascii="Bayernfine" w:hAnsi="Bayernfine"/>
                <w:sz w:val="28"/>
              </w:rPr>
            </w:pPr>
          </w:p>
          <w:p w:rsidR="00C51EDE" w:rsidRDefault="00C51EDE" w:rsidP="00F23906">
            <w:pPr>
              <w:rPr>
                <w:rFonts w:ascii="Bayernfine" w:hAnsi="Bayernfine"/>
                <w:sz w:val="28"/>
              </w:rPr>
            </w:pPr>
            <w:r>
              <w:rPr>
                <w:rFonts w:ascii="Bayernfine" w:hAnsi="Bayernfine"/>
                <w:noProof/>
                <w:sz w:val="28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 wp14:anchorId="734F4E6F" wp14:editId="4480FFCB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202565</wp:posOffset>
                      </wp:positionV>
                      <wp:extent cx="6427470" cy="1149985"/>
                      <wp:effectExtent l="0" t="0" r="0" b="0"/>
                      <wp:wrapNone/>
                      <wp:docPr id="83" name="Gruppieren 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27470" cy="1149985"/>
                                <a:chOff x="0" y="0"/>
                                <a:chExt cx="6427470" cy="114998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4" name="Grafik 8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17945" cy="5403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5" name="Grafik 8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525" y="609600"/>
                                  <a:ext cx="6417945" cy="5403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0DB6E829" id="Gruppieren 83" o:spid="_x0000_s1026" style="position:absolute;margin-left:11.25pt;margin-top:15.95pt;width:506.1pt;height:90.55pt;z-index:251698176" coordsize="64274,1149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">
                      <v:shape id="Grafik 84" o:spid="_x0000_s1027" type="#_x0000_t75" style="position:absolute;width:64179;height:54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">
                        <v:imagedata r:id="rId14" o:title=""/>
                        <v:path arrowok="t"/>
                      </v:shape>
                      <v:shape id="Grafik 85" o:spid="_x0000_s1028" type="#_x0000_t75" style="position:absolute;left:95;top:6096;width:64179;height:54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">
                        <v:imagedata r:id="rId14" o:title=""/>
                        <v:path arrowok="t"/>
                      </v:shape>
                    </v:group>
                  </w:pict>
                </mc:Fallback>
              </mc:AlternateContent>
            </w:r>
          </w:p>
          <w:p w:rsidR="00C51EDE" w:rsidRPr="00782329" w:rsidRDefault="00C51EDE" w:rsidP="00C51EDE">
            <w:pPr>
              <w:pStyle w:val="Listenabsatz"/>
              <w:rPr>
                <w:rFonts w:ascii="Bayernfine" w:hAnsi="Bayernfine"/>
                <w:sz w:val="28"/>
              </w:rPr>
            </w:pPr>
          </w:p>
        </w:tc>
      </w:tr>
    </w:tbl>
    <w:p w:rsidR="00C51EDE" w:rsidRDefault="00C51EDE"/>
    <w:sectPr w:rsidR="00C51EDE" w:rsidSect="00280E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yernfine">
    <w:altName w:val="Cambria Math"/>
    <w:charset w:val="00"/>
    <w:family w:val="auto"/>
    <w:pitch w:val="variable"/>
    <w:sig w:usb0="00000001" w:usb1="5000004A" w:usb2="00000000" w:usb3="00000000" w:csb0="00000011" w:csb1="00000000"/>
  </w:font>
  <w:font w:name="Bayerndruck-n">
    <w:altName w:val="Bayerndruck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871F4"/>
    <w:multiLevelType w:val="hybridMultilevel"/>
    <w:tmpl w:val="38E4D2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05523"/>
    <w:multiLevelType w:val="hybridMultilevel"/>
    <w:tmpl w:val="38E4D2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984CEE"/>
    <w:multiLevelType w:val="hybridMultilevel"/>
    <w:tmpl w:val="38E4D2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5266F1"/>
    <w:multiLevelType w:val="hybridMultilevel"/>
    <w:tmpl w:val="38E4D2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329"/>
    <w:rsid w:val="00010786"/>
    <w:rsid w:val="00015376"/>
    <w:rsid w:val="00037D6F"/>
    <w:rsid w:val="00045846"/>
    <w:rsid w:val="0005086A"/>
    <w:rsid w:val="00063735"/>
    <w:rsid w:val="0006539F"/>
    <w:rsid w:val="00067245"/>
    <w:rsid w:val="00067EEF"/>
    <w:rsid w:val="000915CC"/>
    <w:rsid w:val="000953DB"/>
    <w:rsid w:val="00096B6B"/>
    <w:rsid w:val="00097CFC"/>
    <w:rsid w:val="000B7641"/>
    <w:rsid w:val="00113A0A"/>
    <w:rsid w:val="001238FA"/>
    <w:rsid w:val="00126745"/>
    <w:rsid w:val="00130829"/>
    <w:rsid w:val="00135447"/>
    <w:rsid w:val="00165AD8"/>
    <w:rsid w:val="00171730"/>
    <w:rsid w:val="001D5E32"/>
    <w:rsid w:val="001E21C3"/>
    <w:rsid w:val="002614EC"/>
    <w:rsid w:val="00272339"/>
    <w:rsid w:val="0027416B"/>
    <w:rsid w:val="002777B2"/>
    <w:rsid w:val="00280E9C"/>
    <w:rsid w:val="00284E7E"/>
    <w:rsid w:val="00285DAB"/>
    <w:rsid w:val="002949C4"/>
    <w:rsid w:val="00294C35"/>
    <w:rsid w:val="002A59E4"/>
    <w:rsid w:val="002D13F7"/>
    <w:rsid w:val="002D29B9"/>
    <w:rsid w:val="0030139D"/>
    <w:rsid w:val="003333F3"/>
    <w:rsid w:val="003472FF"/>
    <w:rsid w:val="00390E61"/>
    <w:rsid w:val="003A1455"/>
    <w:rsid w:val="003B2B89"/>
    <w:rsid w:val="003B4F2B"/>
    <w:rsid w:val="003B5AEF"/>
    <w:rsid w:val="003C00E6"/>
    <w:rsid w:val="004631A7"/>
    <w:rsid w:val="00475F23"/>
    <w:rsid w:val="0048100B"/>
    <w:rsid w:val="00494D41"/>
    <w:rsid w:val="004A0F0E"/>
    <w:rsid w:val="004A73B9"/>
    <w:rsid w:val="004B18AA"/>
    <w:rsid w:val="004B75B1"/>
    <w:rsid w:val="004C3135"/>
    <w:rsid w:val="004F13E9"/>
    <w:rsid w:val="0050359E"/>
    <w:rsid w:val="00544F18"/>
    <w:rsid w:val="0055738E"/>
    <w:rsid w:val="00595513"/>
    <w:rsid w:val="005C4977"/>
    <w:rsid w:val="005C6FA4"/>
    <w:rsid w:val="005D254A"/>
    <w:rsid w:val="005D78CA"/>
    <w:rsid w:val="005E1D23"/>
    <w:rsid w:val="006041C1"/>
    <w:rsid w:val="00606BA8"/>
    <w:rsid w:val="00617A53"/>
    <w:rsid w:val="0064052C"/>
    <w:rsid w:val="0064693B"/>
    <w:rsid w:val="00686BAC"/>
    <w:rsid w:val="006A18FC"/>
    <w:rsid w:val="006A7ACE"/>
    <w:rsid w:val="006B4A63"/>
    <w:rsid w:val="006C527C"/>
    <w:rsid w:val="006F1953"/>
    <w:rsid w:val="0072068E"/>
    <w:rsid w:val="007820FE"/>
    <w:rsid w:val="00782329"/>
    <w:rsid w:val="0078724A"/>
    <w:rsid w:val="007A0B67"/>
    <w:rsid w:val="007A5102"/>
    <w:rsid w:val="007B04C4"/>
    <w:rsid w:val="007B3F82"/>
    <w:rsid w:val="007C4E1A"/>
    <w:rsid w:val="007E5655"/>
    <w:rsid w:val="007F0FF8"/>
    <w:rsid w:val="007F7093"/>
    <w:rsid w:val="0082782E"/>
    <w:rsid w:val="00847E86"/>
    <w:rsid w:val="008667ED"/>
    <w:rsid w:val="00866942"/>
    <w:rsid w:val="00872195"/>
    <w:rsid w:val="008A7D02"/>
    <w:rsid w:val="008B10EE"/>
    <w:rsid w:val="008E42BC"/>
    <w:rsid w:val="008F794B"/>
    <w:rsid w:val="00906783"/>
    <w:rsid w:val="00931DC4"/>
    <w:rsid w:val="009A1F7B"/>
    <w:rsid w:val="009A75CC"/>
    <w:rsid w:val="009E62EC"/>
    <w:rsid w:val="009F76DF"/>
    <w:rsid w:val="00A70508"/>
    <w:rsid w:val="00A777D4"/>
    <w:rsid w:val="00A952B8"/>
    <w:rsid w:val="00B50274"/>
    <w:rsid w:val="00B57644"/>
    <w:rsid w:val="00B75586"/>
    <w:rsid w:val="00B949A2"/>
    <w:rsid w:val="00BD0CDE"/>
    <w:rsid w:val="00C00C14"/>
    <w:rsid w:val="00C41C43"/>
    <w:rsid w:val="00C51374"/>
    <w:rsid w:val="00C51EDE"/>
    <w:rsid w:val="00C937EE"/>
    <w:rsid w:val="00C95C78"/>
    <w:rsid w:val="00CB7FC0"/>
    <w:rsid w:val="00CC5BB0"/>
    <w:rsid w:val="00CF7CBD"/>
    <w:rsid w:val="00D47A23"/>
    <w:rsid w:val="00D5348B"/>
    <w:rsid w:val="00D57678"/>
    <w:rsid w:val="00D702AF"/>
    <w:rsid w:val="00D80D11"/>
    <w:rsid w:val="00D82ED6"/>
    <w:rsid w:val="00D84D85"/>
    <w:rsid w:val="00D9066A"/>
    <w:rsid w:val="00D90CB0"/>
    <w:rsid w:val="00DE0C52"/>
    <w:rsid w:val="00DE5F26"/>
    <w:rsid w:val="00DF0BE8"/>
    <w:rsid w:val="00E00B4E"/>
    <w:rsid w:val="00E27E59"/>
    <w:rsid w:val="00E8164D"/>
    <w:rsid w:val="00EA0BFD"/>
    <w:rsid w:val="00EC0C2E"/>
    <w:rsid w:val="00EC5685"/>
    <w:rsid w:val="00EF1D33"/>
    <w:rsid w:val="00EF43BB"/>
    <w:rsid w:val="00F3044A"/>
    <w:rsid w:val="00F33153"/>
    <w:rsid w:val="00F8399B"/>
    <w:rsid w:val="00FA5777"/>
    <w:rsid w:val="00FD250B"/>
    <w:rsid w:val="00FD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75F23"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D57678"/>
    <w:pPr>
      <w:keepNext/>
      <w:keepLines/>
      <w:spacing w:before="240" w:after="0"/>
      <w:outlineLvl w:val="0"/>
    </w:pPr>
    <w:rPr>
      <w:rFonts w:eastAsiaTheme="majorEastAsia" w:cstheme="majorBidi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D57678"/>
    <w:pPr>
      <w:keepNext/>
      <w:keepLines/>
      <w:spacing w:before="40" w:after="0"/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57678"/>
    <w:pPr>
      <w:keepNext/>
      <w:keepLines/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57678"/>
    <w:rPr>
      <w:rFonts w:eastAsiaTheme="majorEastAsia" w:cstheme="majorBidi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57678"/>
    <w:rPr>
      <w:rFonts w:eastAsiaTheme="majorEastAsia" w:cstheme="majorBidi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57678"/>
    <w:rPr>
      <w:rFonts w:eastAsiaTheme="majorEastAsia" w:cstheme="majorBidi"/>
      <w:sz w:val="24"/>
      <w:szCs w:val="24"/>
    </w:rPr>
  </w:style>
  <w:style w:type="paragraph" w:styleId="Listenabsatz">
    <w:name w:val="List Paragraph"/>
    <w:basedOn w:val="Standard"/>
    <w:uiPriority w:val="34"/>
    <w:qFormat/>
    <w:rsid w:val="00D57678"/>
    <w:pPr>
      <w:ind w:left="720"/>
      <w:contextualSpacing/>
    </w:pPr>
  </w:style>
  <w:style w:type="table" w:styleId="Tabellenraster">
    <w:name w:val="Table Grid"/>
    <w:basedOn w:val="NormaleTabelle"/>
    <w:uiPriority w:val="39"/>
    <w:rsid w:val="00280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4D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4D8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75F23"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D57678"/>
    <w:pPr>
      <w:keepNext/>
      <w:keepLines/>
      <w:spacing w:before="240" w:after="0"/>
      <w:outlineLvl w:val="0"/>
    </w:pPr>
    <w:rPr>
      <w:rFonts w:eastAsiaTheme="majorEastAsia" w:cstheme="majorBidi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D57678"/>
    <w:pPr>
      <w:keepNext/>
      <w:keepLines/>
      <w:spacing w:before="40" w:after="0"/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57678"/>
    <w:pPr>
      <w:keepNext/>
      <w:keepLines/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57678"/>
    <w:rPr>
      <w:rFonts w:eastAsiaTheme="majorEastAsia" w:cstheme="majorBidi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57678"/>
    <w:rPr>
      <w:rFonts w:eastAsiaTheme="majorEastAsia" w:cstheme="majorBidi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57678"/>
    <w:rPr>
      <w:rFonts w:eastAsiaTheme="majorEastAsia" w:cstheme="majorBidi"/>
      <w:sz w:val="24"/>
      <w:szCs w:val="24"/>
    </w:rPr>
  </w:style>
  <w:style w:type="paragraph" w:styleId="Listenabsatz">
    <w:name w:val="List Paragraph"/>
    <w:basedOn w:val="Standard"/>
    <w:uiPriority w:val="34"/>
    <w:qFormat/>
    <w:rsid w:val="00D57678"/>
    <w:pPr>
      <w:ind w:left="720"/>
      <w:contextualSpacing/>
    </w:pPr>
  </w:style>
  <w:style w:type="table" w:styleId="Tabellenraster">
    <w:name w:val="Table Grid"/>
    <w:basedOn w:val="NormaleTabelle"/>
    <w:uiPriority w:val="39"/>
    <w:rsid w:val="00280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4D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4D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ziska\Desktop\Vorlagen\Rahmen%20Lesen%20ohne%20Datu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Rahmen Lesen ohne Datum.dotx</Template>
  <TotalTime>0</TotalTime>
  <Pages>4</Pages>
  <Words>370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Franziska</dc:creator>
  <cp:lastModifiedBy>Corina Sperr-Baumgärtner</cp:lastModifiedBy>
  <cp:revision>2</cp:revision>
  <cp:lastPrinted>2017-05-23T05:20:00Z</cp:lastPrinted>
  <dcterms:created xsi:type="dcterms:W3CDTF">2017-11-17T16:18:00Z</dcterms:created>
  <dcterms:modified xsi:type="dcterms:W3CDTF">2017-11-17T16:18:00Z</dcterms:modified>
</cp:coreProperties>
</file>